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1CF42" w14:textId="6AA034A4" w:rsidR="001E641A" w:rsidRPr="00D4449C" w:rsidRDefault="000C577A" w:rsidP="001E641A">
      <w:pPr>
        <w:pStyle w:val="Titolo"/>
        <w:rPr>
          <w:lang w:val="it-IT"/>
        </w:rPr>
      </w:pPr>
      <w:r w:rsidRPr="00D4449C">
        <w:rPr>
          <w:lang w:val="it-IT"/>
        </w:rPr>
        <w:fldChar w:fldCharType="begin"/>
      </w:r>
      <w:r w:rsidRPr="00D4449C">
        <w:rPr>
          <w:lang w:val="it-IT"/>
        </w:rPr>
        <w:instrText xml:space="preserve"> DOCPROPERTY  Title  \* MERGEFORMAT </w:instrText>
      </w:r>
      <w:r w:rsidRPr="00D4449C">
        <w:rPr>
          <w:lang w:val="it-IT"/>
        </w:rPr>
        <w:fldChar w:fldCharType="separate"/>
      </w:r>
      <w:r w:rsidR="0040425A">
        <w:rPr>
          <w:lang w:val="it-IT"/>
        </w:rPr>
        <w:t>ASST Spedali Civili di Brescia | Corsi Excel</w:t>
      </w:r>
      <w:r w:rsidRPr="00D4449C">
        <w:rPr>
          <w:lang w:val="it-IT"/>
        </w:rPr>
        <w:fldChar w:fldCharType="end"/>
      </w:r>
    </w:p>
    <w:p w14:paraId="1E08DCBD" w14:textId="25DEF314" w:rsidR="008E6C3E" w:rsidRPr="00D4449C" w:rsidRDefault="000C577A">
      <w:pPr>
        <w:rPr>
          <w:i/>
          <w:iCs/>
          <w:lang w:val="it-IT"/>
        </w:rPr>
      </w:pPr>
      <w:r w:rsidRPr="00D4449C">
        <w:rPr>
          <w:i/>
          <w:iCs/>
          <w:lang w:val="it-IT"/>
        </w:rPr>
        <w:fldChar w:fldCharType="begin"/>
      </w:r>
      <w:r w:rsidRPr="00D4449C">
        <w:rPr>
          <w:i/>
          <w:iCs/>
          <w:lang w:val="it-IT"/>
        </w:rPr>
        <w:instrText xml:space="preserve"> DOCVARIABLE  NumVersione  \* MERGEFORMAT </w:instrText>
      </w:r>
      <w:r w:rsidRPr="00D4449C">
        <w:rPr>
          <w:i/>
          <w:iCs/>
          <w:lang w:val="it-IT"/>
        </w:rPr>
        <w:fldChar w:fldCharType="end"/>
      </w:r>
      <w:r w:rsidR="001E641A" w:rsidRPr="00D4449C">
        <w:rPr>
          <w:i/>
          <w:iCs/>
          <w:lang w:val="it-IT"/>
        </w:rPr>
        <w:t>Version</w:t>
      </w:r>
      <w:r w:rsidR="00D4449C" w:rsidRPr="00D4449C">
        <w:rPr>
          <w:i/>
          <w:iCs/>
          <w:lang w:val="it-IT"/>
        </w:rPr>
        <w:t>e</w:t>
      </w:r>
      <w:r w:rsidRPr="00D4449C">
        <w:rPr>
          <w:i/>
          <w:iCs/>
          <w:lang w:val="it-IT"/>
        </w:rPr>
        <w:t xml:space="preserve"> </w:t>
      </w:r>
      <w:r w:rsidRPr="00D4449C">
        <w:rPr>
          <w:i/>
          <w:iCs/>
          <w:lang w:val="it-IT"/>
        </w:rPr>
        <w:fldChar w:fldCharType="begin"/>
      </w:r>
      <w:r w:rsidRPr="00D4449C">
        <w:rPr>
          <w:i/>
          <w:iCs/>
          <w:lang w:val="it-IT"/>
        </w:rPr>
        <w:instrText xml:space="preserve"> DOCPROPERTY  Versione  \* MERGEFORMAT </w:instrText>
      </w:r>
      <w:r w:rsidRPr="00D4449C">
        <w:rPr>
          <w:i/>
          <w:iCs/>
          <w:lang w:val="it-IT"/>
        </w:rPr>
        <w:fldChar w:fldCharType="separate"/>
      </w:r>
      <w:r w:rsidR="00AC743D">
        <w:rPr>
          <w:i/>
          <w:iCs/>
          <w:lang w:val="it-IT"/>
        </w:rPr>
        <w:t>04</w:t>
      </w:r>
      <w:r w:rsidRPr="00D4449C">
        <w:rPr>
          <w:i/>
          <w:iCs/>
          <w:lang w:val="it-IT"/>
        </w:rPr>
        <w:fldChar w:fldCharType="end"/>
      </w:r>
      <w:r w:rsidR="001E641A" w:rsidRPr="00D4449C">
        <w:rPr>
          <w:i/>
          <w:iCs/>
          <w:lang w:val="it-IT"/>
        </w:rPr>
        <w:t xml:space="preserve"> </w:t>
      </w:r>
      <w:r w:rsidR="0087713E" w:rsidRPr="00D4449C">
        <w:rPr>
          <w:i/>
          <w:iCs/>
          <w:lang w:val="it-IT"/>
        </w:rPr>
        <w:t>(</w:t>
      </w:r>
      <w:r w:rsidRPr="00D4449C">
        <w:rPr>
          <w:i/>
          <w:iCs/>
          <w:lang w:val="it-IT"/>
        </w:rPr>
        <w:fldChar w:fldCharType="begin"/>
      </w:r>
      <w:r w:rsidRPr="00D4449C">
        <w:rPr>
          <w:i/>
          <w:iCs/>
          <w:lang w:val="it-IT"/>
        </w:rPr>
        <w:instrText xml:space="preserve"> DOCPROPERTY  "Data completamento"  \* MERGEFORMAT </w:instrText>
      </w:r>
      <w:r w:rsidRPr="00D4449C">
        <w:rPr>
          <w:i/>
          <w:iCs/>
          <w:lang w:val="it-IT"/>
        </w:rPr>
        <w:fldChar w:fldCharType="separate"/>
      </w:r>
      <w:r w:rsidR="00AC743D">
        <w:rPr>
          <w:i/>
          <w:iCs/>
          <w:lang w:val="it-IT"/>
        </w:rPr>
        <w:t>24/11/2024</w:t>
      </w:r>
      <w:r w:rsidRPr="00D4449C">
        <w:rPr>
          <w:i/>
          <w:iCs/>
          <w:lang w:val="it-IT"/>
        </w:rPr>
        <w:fldChar w:fldCharType="end"/>
      </w:r>
      <w:r w:rsidR="0087713E" w:rsidRPr="00D4449C">
        <w:rPr>
          <w:i/>
          <w:iCs/>
          <w:lang w:val="it-IT"/>
        </w:rPr>
        <w:t>)</w:t>
      </w:r>
    </w:p>
    <w:p w14:paraId="5508F642" w14:textId="135B0A38" w:rsidR="004809E5" w:rsidRDefault="00DE1BF4" w:rsidP="001E641A">
      <w:pPr>
        <w:pStyle w:val="Titolo1"/>
        <w:rPr>
          <w:lang w:val="it-IT"/>
        </w:rPr>
      </w:pPr>
      <w:r>
        <w:rPr>
          <w:lang w:val="it-IT"/>
        </w:rPr>
        <w:t>Corso Excel BASE</w:t>
      </w:r>
    </w:p>
    <w:p w14:paraId="53DC1346" w14:textId="738B5290" w:rsidR="004809E5" w:rsidRDefault="00DE1BF4" w:rsidP="007B2CD7">
      <w:pPr>
        <w:pStyle w:val="Titolo2"/>
        <w:rPr>
          <w:lang w:val="it-IT"/>
        </w:rPr>
      </w:pPr>
      <w:r>
        <w:rPr>
          <w:lang w:val="it-IT"/>
        </w:rPr>
        <w:t>Sessione 1</w:t>
      </w:r>
      <w:r w:rsidR="00971536">
        <w:rPr>
          <w:lang w:val="it-IT"/>
        </w:rPr>
        <w:t>: Introduzione</w:t>
      </w:r>
    </w:p>
    <w:p w14:paraId="37A14397" w14:textId="3F644266" w:rsidR="00971536" w:rsidRPr="00752030" w:rsidRDefault="00971536">
      <w:pPr>
        <w:pStyle w:val="Paragrafoelenco"/>
        <w:numPr>
          <w:ilvl w:val="0"/>
          <w:numId w:val="2"/>
        </w:numPr>
        <w:rPr>
          <w:lang w:val="it-IT"/>
        </w:rPr>
      </w:pPr>
      <w:r w:rsidRPr="00752030">
        <w:rPr>
          <w:lang w:val="it-IT"/>
        </w:rPr>
        <w:t xml:space="preserve">Interfaccia di </w:t>
      </w:r>
      <w:proofErr w:type="spellStart"/>
      <w:r w:rsidRPr="00752030">
        <w:rPr>
          <w:lang w:val="it-IT"/>
        </w:rPr>
        <w:t>Ms</w:t>
      </w:r>
      <w:proofErr w:type="spellEnd"/>
      <w:r w:rsidRPr="00752030">
        <w:rPr>
          <w:lang w:val="it-IT"/>
        </w:rPr>
        <w:t xml:space="preserve"> Excel (struttura dei menu e dell’area di lavoro)</w:t>
      </w:r>
    </w:p>
    <w:p w14:paraId="7030F980" w14:textId="2B8EBBB9" w:rsidR="00DE1BF4" w:rsidRDefault="00971536">
      <w:pPr>
        <w:pStyle w:val="Paragrafoelenco"/>
        <w:numPr>
          <w:ilvl w:val="0"/>
          <w:numId w:val="2"/>
        </w:numPr>
        <w:rPr>
          <w:lang w:val="it-IT"/>
        </w:rPr>
      </w:pPr>
      <w:r w:rsidRPr="00752030">
        <w:rPr>
          <w:lang w:val="it-IT"/>
        </w:rPr>
        <w:t>Utilizzo della Guida integrata nel software</w:t>
      </w:r>
    </w:p>
    <w:p w14:paraId="48432B93" w14:textId="25D084E5" w:rsidR="00F2065F" w:rsidRDefault="00F2065F" w:rsidP="00F2065F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053A12EC" w14:textId="03FA2674" w:rsidR="00DF6B55" w:rsidRDefault="003B1772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 xml:space="preserve">Aprire un Excel (anche </w:t>
      </w:r>
      <w:r w:rsidR="00DF6B55" w:rsidRPr="00F2065F">
        <w:rPr>
          <w:lang w:val="it-IT"/>
        </w:rPr>
        <w:t>File recenti</w:t>
      </w:r>
      <w:r w:rsidR="00F2065F" w:rsidRPr="00F2065F">
        <w:rPr>
          <w:lang w:val="it-IT"/>
        </w:rPr>
        <w:t xml:space="preserve"> e file bloccati</w:t>
      </w:r>
      <w:r>
        <w:rPr>
          <w:lang w:val="it-IT"/>
        </w:rPr>
        <w:t>)</w:t>
      </w:r>
      <w:r w:rsidR="00F2065F">
        <w:rPr>
          <w:lang w:val="it-IT"/>
        </w:rPr>
        <w:t xml:space="preserve"> (</w:t>
      </w:r>
      <w:r w:rsidR="00F2065F" w:rsidRPr="00F2065F">
        <w:rPr>
          <w:i/>
          <w:iCs/>
          <w:lang w:val="it-IT"/>
        </w:rPr>
        <w:t>videolezione 3</w:t>
      </w:r>
      <w:r w:rsidR="00F2065F">
        <w:rPr>
          <w:lang w:val="it-IT"/>
        </w:rPr>
        <w:t>)</w:t>
      </w:r>
    </w:p>
    <w:p w14:paraId="674A4477" w14:textId="205AC9C6" w:rsidR="00F2065F" w:rsidRDefault="00F2065F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Formati di file (</w:t>
      </w:r>
      <w:r w:rsidRPr="00F2065F">
        <w:rPr>
          <w:i/>
          <w:iCs/>
          <w:lang w:val="it-IT"/>
        </w:rPr>
        <w:t>videolezione 4</w:t>
      </w:r>
      <w:r>
        <w:rPr>
          <w:lang w:val="it-IT"/>
        </w:rPr>
        <w:t>)</w:t>
      </w:r>
    </w:p>
    <w:p w14:paraId="284D7B32" w14:textId="08258A2D" w:rsidR="00F2065F" w:rsidRDefault="00F2065F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Ambiente di lavoro</w:t>
      </w:r>
      <w:r w:rsidR="00C5031E">
        <w:rPr>
          <w:lang w:val="it-IT"/>
        </w:rPr>
        <w:t xml:space="preserve"> (</w:t>
      </w:r>
      <w:r w:rsidR="00C5031E" w:rsidRPr="00C5031E">
        <w:rPr>
          <w:i/>
          <w:iCs/>
          <w:lang w:val="it-IT"/>
        </w:rPr>
        <w:t>videolezioni 5 e 6</w:t>
      </w:r>
      <w:r w:rsidR="00C5031E">
        <w:rPr>
          <w:lang w:val="it-IT"/>
        </w:rPr>
        <w:t>)</w:t>
      </w:r>
    </w:p>
    <w:p w14:paraId="03DEDF58" w14:textId="7C92912B" w:rsidR="00F2065F" w:rsidRDefault="00F2065F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Barra di accesso rapido</w:t>
      </w:r>
    </w:p>
    <w:p w14:paraId="5AF378F3" w14:textId="0DB73898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Menu</w:t>
      </w:r>
    </w:p>
    <w:p w14:paraId="152F58C8" w14:textId="0AEEB5DD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Casella nome</w:t>
      </w:r>
    </w:p>
    <w:p w14:paraId="24636EB2" w14:textId="6F1CB3CE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Barra della formula</w:t>
      </w:r>
    </w:p>
    <w:p w14:paraId="1C11A6B5" w14:textId="4C063FB8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Area di lavoro</w:t>
      </w:r>
    </w:p>
    <w:p w14:paraId="238E210E" w14:textId="4EF59582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Visualizzazioni e zoom</w:t>
      </w:r>
    </w:p>
    <w:p w14:paraId="3C253181" w14:textId="3334B240" w:rsidR="00C5031E" w:rsidRDefault="00C5031E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Barra di stato</w:t>
      </w:r>
    </w:p>
    <w:p w14:paraId="776714F7" w14:textId="0E481423" w:rsidR="00650E02" w:rsidRDefault="00650E02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Menu contestuale</w:t>
      </w:r>
    </w:p>
    <w:p w14:paraId="07B9CC8F" w14:textId="2EA1D994" w:rsidR="00650E02" w:rsidRDefault="00650E02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La cella (</w:t>
      </w:r>
      <w:r w:rsidRPr="00650E02">
        <w:rPr>
          <w:i/>
          <w:iCs/>
          <w:lang w:val="it-IT"/>
        </w:rPr>
        <w:t>videolezione 7</w:t>
      </w:r>
      <w:r>
        <w:rPr>
          <w:lang w:val="it-IT"/>
        </w:rPr>
        <w:t>)</w:t>
      </w:r>
    </w:p>
    <w:p w14:paraId="53769B02" w14:textId="5244B344" w:rsidR="00650E02" w:rsidRDefault="00650E02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Codici di riga e colonna</w:t>
      </w:r>
    </w:p>
    <w:p w14:paraId="3C6CC3A6" w14:textId="2C60DD3E" w:rsidR="00650E02" w:rsidRDefault="00650E02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Spostarsi agli estremi del foglio</w:t>
      </w:r>
    </w:p>
    <w:p w14:paraId="72963658" w14:textId="4FE363A6" w:rsidR="009C4BDC" w:rsidRDefault="009C4BDC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Il foglio di lavoro (</w:t>
      </w:r>
      <w:r w:rsidRPr="009C4BDC">
        <w:rPr>
          <w:i/>
          <w:iCs/>
          <w:lang w:val="it-IT"/>
        </w:rPr>
        <w:t>videolezione 9</w:t>
      </w:r>
      <w:r>
        <w:rPr>
          <w:lang w:val="it-IT"/>
        </w:rPr>
        <w:t>)</w:t>
      </w:r>
    </w:p>
    <w:p w14:paraId="09729990" w14:textId="7DD92F22" w:rsidR="009C4BDC" w:rsidRDefault="009C4BDC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Aggiungere fogli</w:t>
      </w:r>
    </w:p>
    <w:p w14:paraId="59B14A92" w14:textId="3AE87B6A" w:rsidR="009C4BDC" w:rsidRDefault="009C4BDC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Eliminare fogli</w:t>
      </w:r>
    </w:p>
    <w:p w14:paraId="60A7888E" w14:textId="781A4BB7" w:rsidR="009C4BDC" w:rsidRDefault="009C4BDC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Rinominare un foglio</w:t>
      </w:r>
    </w:p>
    <w:p w14:paraId="22723AE0" w14:textId="13957642" w:rsidR="009C4BDC" w:rsidRDefault="009C4BDC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Nascondere e scoprire fogli</w:t>
      </w:r>
    </w:p>
    <w:p w14:paraId="24AAD867" w14:textId="647D0A20" w:rsidR="00567485" w:rsidRDefault="00567485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Data input</w:t>
      </w:r>
    </w:p>
    <w:p w14:paraId="3B9751C6" w14:textId="1269E7F5" w:rsidR="00567485" w:rsidRDefault="00567485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Cosa può contenere una cella (</w:t>
      </w:r>
      <w:r w:rsidRPr="00567485">
        <w:rPr>
          <w:i/>
          <w:iCs/>
          <w:lang w:val="it-IT"/>
        </w:rPr>
        <w:t>videolezione 12</w:t>
      </w:r>
      <w:r>
        <w:rPr>
          <w:lang w:val="it-IT"/>
        </w:rPr>
        <w:t>)</w:t>
      </w:r>
    </w:p>
    <w:p w14:paraId="3ADB497F" w14:textId="2CAA22BE" w:rsidR="004E48B3" w:rsidRDefault="004E48B3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Ridimensionamento righe e colonne</w:t>
      </w:r>
    </w:p>
    <w:p w14:paraId="524EC106" w14:textId="4BB9203A" w:rsidR="00567485" w:rsidRDefault="00567485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Copia e incolla (</w:t>
      </w:r>
      <w:r w:rsidRPr="00567485">
        <w:rPr>
          <w:i/>
          <w:iCs/>
          <w:lang w:val="it-IT"/>
        </w:rPr>
        <w:t>videolezione 13</w:t>
      </w:r>
      <w:r>
        <w:rPr>
          <w:lang w:val="it-IT"/>
        </w:rPr>
        <w:t>)</w:t>
      </w:r>
    </w:p>
    <w:p w14:paraId="2778A74C" w14:textId="0FE6C34A" w:rsidR="00567485" w:rsidRDefault="00567485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Spostare e trascinare (</w:t>
      </w:r>
      <w:r w:rsidRPr="00567485">
        <w:rPr>
          <w:i/>
          <w:iCs/>
          <w:lang w:val="it-IT"/>
        </w:rPr>
        <w:t>videolezione 14</w:t>
      </w:r>
      <w:r>
        <w:rPr>
          <w:lang w:val="it-IT"/>
        </w:rPr>
        <w:t>)</w:t>
      </w:r>
    </w:p>
    <w:p w14:paraId="12A430E7" w14:textId="137B9449" w:rsidR="00E20A5A" w:rsidRDefault="00E20A5A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Riempimento automatico (numeri, giorni della settimana, mesi, date) (</w:t>
      </w:r>
      <w:r w:rsidRPr="00E20A5A">
        <w:rPr>
          <w:i/>
          <w:iCs/>
          <w:lang w:val="it-IT"/>
        </w:rPr>
        <w:t>videolezione 16</w:t>
      </w:r>
      <w:r>
        <w:rPr>
          <w:lang w:val="it-IT"/>
        </w:rPr>
        <w:t>)</w:t>
      </w:r>
    </w:p>
    <w:p w14:paraId="22E1C132" w14:textId="4CA3B0A8" w:rsidR="00E74F5B" w:rsidRDefault="00E74F5B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Elenchi personalizzati (</w:t>
      </w:r>
      <w:r w:rsidRPr="00E74F5B">
        <w:rPr>
          <w:i/>
          <w:iCs/>
          <w:lang w:val="it-IT"/>
        </w:rPr>
        <w:t>videolezione 16</w:t>
      </w:r>
      <w:r>
        <w:rPr>
          <w:lang w:val="it-IT"/>
        </w:rPr>
        <w:t>)</w:t>
      </w:r>
    </w:p>
    <w:p w14:paraId="3CA1D568" w14:textId="749509CD" w:rsidR="004E48B3" w:rsidRDefault="004E48B3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Selezionare un intero elenco (</w:t>
      </w:r>
      <w:r w:rsidRPr="004E48B3">
        <w:rPr>
          <w:i/>
          <w:iCs/>
          <w:lang w:val="it-IT"/>
        </w:rPr>
        <w:t>videolezione 1</w:t>
      </w:r>
      <w:r>
        <w:rPr>
          <w:i/>
          <w:iCs/>
          <w:lang w:val="it-IT"/>
        </w:rPr>
        <w:t>7</w:t>
      </w:r>
      <w:r>
        <w:rPr>
          <w:lang w:val="it-IT"/>
        </w:rPr>
        <w:t>)</w:t>
      </w:r>
    </w:p>
    <w:p w14:paraId="6D7BC891" w14:textId="3D0D7E19" w:rsidR="004E48B3" w:rsidRDefault="004E48B3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Trova e seleziona (</w:t>
      </w:r>
      <w:r w:rsidRPr="004E48B3">
        <w:rPr>
          <w:i/>
          <w:iCs/>
          <w:lang w:val="it-IT"/>
        </w:rPr>
        <w:t>videolezione 1</w:t>
      </w:r>
      <w:r>
        <w:rPr>
          <w:i/>
          <w:iCs/>
          <w:lang w:val="it-IT"/>
        </w:rPr>
        <w:t>7</w:t>
      </w:r>
      <w:r>
        <w:rPr>
          <w:lang w:val="it-IT"/>
        </w:rPr>
        <w:t>)</w:t>
      </w:r>
    </w:p>
    <w:p w14:paraId="4D993E96" w14:textId="1870BB9B" w:rsidR="004E48B3" w:rsidRDefault="004E48B3">
      <w:pPr>
        <w:pStyle w:val="Paragrafoelenco"/>
        <w:numPr>
          <w:ilvl w:val="1"/>
          <w:numId w:val="8"/>
        </w:numPr>
        <w:rPr>
          <w:lang w:val="it-IT"/>
        </w:rPr>
      </w:pPr>
      <w:r>
        <w:rPr>
          <w:lang w:val="it-IT"/>
        </w:rPr>
        <w:t>Ordinare i dati (anche espandere la selezione) (</w:t>
      </w:r>
      <w:r w:rsidRPr="004E48B3">
        <w:rPr>
          <w:i/>
          <w:iCs/>
          <w:lang w:val="it-IT"/>
        </w:rPr>
        <w:t>videolezione 18</w:t>
      </w:r>
      <w:r>
        <w:rPr>
          <w:lang w:val="it-IT"/>
        </w:rPr>
        <w:t>)</w:t>
      </w:r>
    </w:p>
    <w:p w14:paraId="5ECBD2CA" w14:textId="77777777" w:rsidR="003B1772" w:rsidRDefault="003B1772" w:rsidP="003B1772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Opzioni di Excel</w:t>
      </w:r>
    </w:p>
    <w:p w14:paraId="766BF88F" w14:textId="58EB51F2" w:rsidR="00D63270" w:rsidRPr="00F2065F" w:rsidRDefault="00D63270">
      <w:pPr>
        <w:pStyle w:val="Paragrafoelenco"/>
        <w:numPr>
          <w:ilvl w:val="0"/>
          <w:numId w:val="8"/>
        </w:numPr>
        <w:rPr>
          <w:lang w:val="it-IT"/>
        </w:rPr>
      </w:pPr>
      <w:r>
        <w:rPr>
          <w:lang w:val="it-IT"/>
        </w:rPr>
        <w:t>Guida di Excel</w:t>
      </w:r>
    </w:p>
    <w:p w14:paraId="6FB757F3" w14:textId="0E4B3FD7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2</w:t>
      </w:r>
      <w:r w:rsidR="00971536">
        <w:rPr>
          <w:lang w:val="it-IT"/>
        </w:rPr>
        <w:t>: Formule principali</w:t>
      </w:r>
    </w:p>
    <w:p w14:paraId="6326B63C" w14:textId="17421216" w:rsidR="00DE1BF4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Formule principali (es. SOMMA, MEDIA, MAX, MIN, SE, CONTA.SE, SOMMA.SE)</w:t>
      </w:r>
    </w:p>
    <w:p w14:paraId="2EDF95EA" w14:textId="0A84C37A" w:rsidR="00E20A5A" w:rsidRDefault="00E20A5A" w:rsidP="00E20A5A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4FFCE3A3" w14:textId="24F32347" w:rsidR="00E20A5A" w:rsidRDefault="0094790A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Gli operatori (</w:t>
      </w:r>
      <w:r w:rsidRPr="0094790A">
        <w:rPr>
          <w:i/>
          <w:iCs/>
          <w:lang w:val="it-IT"/>
        </w:rPr>
        <w:t>videolezione 32</w:t>
      </w:r>
      <w:r>
        <w:rPr>
          <w:lang w:val="it-IT"/>
        </w:rPr>
        <w:t>)</w:t>
      </w:r>
    </w:p>
    <w:p w14:paraId="79F583A4" w14:textId="7A871ED0" w:rsidR="0094790A" w:rsidRDefault="0094790A" w:rsidP="0094790A">
      <w:pPr>
        <w:pStyle w:val="Paragrafoelenco"/>
        <w:numPr>
          <w:ilvl w:val="1"/>
          <w:numId w:val="3"/>
        </w:numPr>
        <w:rPr>
          <w:lang w:val="it-IT"/>
        </w:rPr>
      </w:pPr>
      <w:r>
        <w:rPr>
          <w:lang w:val="it-IT"/>
        </w:rPr>
        <w:t>Operatori matematici</w:t>
      </w:r>
    </w:p>
    <w:p w14:paraId="600AFB91" w14:textId="1BF04E84" w:rsidR="0094790A" w:rsidRDefault="0094790A" w:rsidP="0094790A">
      <w:pPr>
        <w:pStyle w:val="Paragrafoelenco"/>
        <w:numPr>
          <w:ilvl w:val="1"/>
          <w:numId w:val="3"/>
        </w:numPr>
        <w:rPr>
          <w:lang w:val="it-IT"/>
        </w:rPr>
      </w:pPr>
      <w:r>
        <w:rPr>
          <w:lang w:val="it-IT"/>
        </w:rPr>
        <w:lastRenderedPageBreak/>
        <w:t>Operatori logici</w:t>
      </w:r>
    </w:p>
    <w:p w14:paraId="56DED30F" w14:textId="0E40D01B" w:rsidR="0094790A" w:rsidRDefault="0094790A" w:rsidP="0094790A">
      <w:pPr>
        <w:pStyle w:val="Paragrafoelenco"/>
        <w:numPr>
          <w:ilvl w:val="1"/>
          <w:numId w:val="3"/>
        </w:numPr>
        <w:rPr>
          <w:lang w:val="it-IT"/>
        </w:rPr>
      </w:pPr>
      <w:r>
        <w:rPr>
          <w:lang w:val="it-IT"/>
        </w:rPr>
        <w:t>Operatori di concatenazione</w:t>
      </w:r>
    </w:p>
    <w:p w14:paraId="0AF80A2B" w14:textId="35C84CEB" w:rsidR="0094790A" w:rsidRDefault="0094790A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logica BODMAS</w:t>
      </w:r>
      <w:r w:rsidR="000B4DB4">
        <w:rPr>
          <w:lang w:val="it-IT"/>
        </w:rPr>
        <w:t xml:space="preserve"> (</w:t>
      </w:r>
      <w:r w:rsidR="000B4DB4" w:rsidRPr="000B4DB4">
        <w:rPr>
          <w:i/>
          <w:iCs/>
          <w:lang w:val="it-IT"/>
        </w:rPr>
        <w:t>videolezione 33</w:t>
      </w:r>
      <w:r w:rsidR="000B4DB4">
        <w:rPr>
          <w:lang w:val="it-IT"/>
        </w:rPr>
        <w:t>)</w:t>
      </w:r>
    </w:p>
    <w:p w14:paraId="6DC9B2C4" w14:textId="79C2FE5D" w:rsidR="000B4DB4" w:rsidRDefault="000B4DB4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Riferimenti relativi/assoluti/misti (</w:t>
      </w:r>
      <w:r w:rsidRPr="000B4DB4">
        <w:rPr>
          <w:i/>
          <w:iCs/>
          <w:lang w:val="it-IT"/>
        </w:rPr>
        <w:t>videolezione 34</w:t>
      </w:r>
      <w:r>
        <w:rPr>
          <w:lang w:val="it-IT"/>
        </w:rPr>
        <w:t>)</w:t>
      </w:r>
    </w:p>
    <w:p w14:paraId="75AD7BC4" w14:textId="41B4E4F0" w:rsidR="00753E30" w:rsidRDefault="00753E30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Esercizio (</w:t>
      </w:r>
      <w:r w:rsidRPr="00753E30">
        <w:rPr>
          <w:i/>
          <w:iCs/>
          <w:lang w:val="it-IT"/>
        </w:rPr>
        <w:t>videolezione 35, videolezione 36</w:t>
      </w:r>
      <w:r>
        <w:rPr>
          <w:lang w:val="it-IT"/>
        </w:rPr>
        <w:t>)</w:t>
      </w:r>
    </w:p>
    <w:p w14:paraId="5C7A0581" w14:textId="6B438BB8" w:rsidR="00BA3E98" w:rsidRDefault="00BA3E98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Valutare le formule (</w:t>
      </w:r>
      <w:r w:rsidRPr="00BA3E98">
        <w:rPr>
          <w:i/>
          <w:iCs/>
          <w:lang w:val="it-IT"/>
        </w:rPr>
        <w:t>videolezione 37</w:t>
      </w:r>
      <w:r>
        <w:rPr>
          <w:lang w:val="it-IT"/>
        </w:rPr>
        <w:t>)</w:t>
      </w:r>
    </w:p>
    <w:p w14:paraId="6ADDB2AA" w14:textId="626C04F6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SOMMA (</w:t>
      </w:r>
      <w:r w:rsidRPr="00C94639">
        <w:rPr>
          <w:i/>
          <w:iCs/>
          <w:lang w:val="it-IT"/>
        </w:rPr>
        <w:t>videolezione 42</w:t>
      </w:r>
      <w:r>
        <w:rPr>
          <w:lang w:val="it-IT"/>
        </w:rPr>
        <w:t>)</w:t>
      </w:r>
    </w:p>
    <w:p w14:paraId="1868651C" w14:textId="45D5E252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MEDIA</w:t>
      </w:r>
    </w:p>
    <w:p w14:paraId="0A04925F" w14:textId="0A1A9488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MAX</w:t>
      </w:r>
    </w:p>
    <w:p w14:paraId="5AA61841" w14:textId="6A98AB67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MIN</w:t>
      </w:r>
    </w:p>
    <w:p w14:paraId="274D1B40" w14:textId="4F82E54D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SE</w:t>
      </w:r>
      <w:r w:rsidR="009B0DB3">
        <w:rPr>
          <w:lang w:val="it-IT"/>
        </w:rPr>
        <w:t xml:space="preserve"> (</w:t>
      </w:r>
      <w:r w:rsidR="009B0DB3" w:rsidRPr="009B0DB3">
        <w:rPr>
          <w:i/>
          <w:iCs/>
          <w:lang w:val="it-IT"/>
        </w:rPr>
        <w:t>videolezione 54</w:t>
      </w:r>
      <w:r w:rsidR="009B0DB3">
        <w:rPr>
          <w:lang w:val="it-IT"/>
        </w:rPr>
        <w:t>)</w:t>
      </w:r>
    </w:p>
    <w:p w14:paraId="7C789DD2" w14:textId="7406C21D" w:rsidR="00C94639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CONTA.SE</w:t>
      </w:r>
    </w:p>
    <w:p w14:paraId="56E37BDB" w14:textId="3726A13C" w:rsidR="00C94639" w:rsidRPr="0094790A" w:rsidRDefault="00C94639" w:rsidP="0094790A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La funzione SOMMA.SE</w:t>
      </w:r>
    </w:p>
    <w:p w14:paraId="6AC67D19" w14:textId="0155625B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3</w:t>
      </w:r>
      <w:r w:rsidR="00971536">
        <w:rPr>
          <w:lang w:val="it-IT"/>
        </w:rPr>
        <w:t>: Visualizzazione e formattazione, lavorare con i dati</w:t>
      </w:r>
    </w:p>
    <w:p w14:paraId="4AE7ABAB" w14:textId="48378F29" w:rsidR="00971536" w:rsidRPr="00752030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Formattazione delle celle</w:t>
      </w:r>
    </w:p>
    <w:p w14:paraId="34B195F7" w14:textId="2E512FD0" w:rsidR="00971536" w:rsidRPr="00752030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Impostazioni di visualizzazione (es. blocca riquadri)</w:t>
      </w:r>
    </w:p>
    <w:p w14:paraId="7A3FC2AC" w14:textId="5E019EDA" w:rsidR="00DE1BF4" w:rsidRPr="00752030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Impostazioni per la stampa</w:t>
      </w:r>
    </w:p>
    <w:p w14:paraId="65EAFA3A" w14:textId="21517226" w:rsidR="00971536" w:rsidRPr="00752030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Utilizzo dei filtri</w:t>
      </w:r>
    </w:p>
    <w:p w14:paraId="028E7378" w14:textId="052E3FD5" w:rsidR="00971536" w:rsidRPr="00752030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Trova e sostituisci</w:t>
      </w:r>
    </w:p>
    <w:p w14:paraId="33FAE04C" w14:textId="4DF1DF87" w:rsidR="00971536" w:rsidRDefault="00971536">
      <w:pPr>
        <w:pStyle w:val="Paragrafoelenco"/>
        <w:numPr>
          <w:ilvl w:val="0"/>
          <w:numId w:val="3"/>
        </w:numPr>
        <w:rPr>
          <w:lang w:val="it-IT"/>
        </w:rPr>
      </w:pPr>
      <w:r w:rsidRPr="00752030">
        <w:rPr>
          <w:lang w:val="it-IT"/>
        </w:rPr>
        <w:t>Formattazione condizionale</w:t>
      </w:r>
    </w:p>
    <w:p w14:paraId="12055C0C" w14:textId="03F28A01" w:rsidR="00E20A5A" w:rsidRDefault="00E20A5A" w:rsidP="00E20A5A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753EC5B5" w14:textId="19C36166" w:rsidR="00E20A5A" w:rsidRDefault="008B26FC" w:rsidP="008A70DE">
      <w:pPr>
        <w:pStyle w:val="Paragrafoelenco"/>
        <w:numPr>
          <w:ilvl w:val="0"/>
          <w:numId w:val="10"/>
        </w:numPr>
        <w:rPr>
          <w:lang w:val="it-IT"/>
        </w:rPr>
      </w:pPr>
      <w:r>
        <w:rPr>
          <w:lang w:val="it-IT"/>
        </w:rPr>
        <w:t>F</w:t>
      </w:r>
      <w:r w:rsidR="008A70DE">
        <w:rPr>
          <w:lang w:val="it-IT"/>
        </w:rPr>
        <w:t>ormattazione</w:t>
      </w:r>
    </w:p>
    <w:p w14:paraId="5351D2CE" w14:textId="3F712D1C" w:rsidR="008A70DE" w:rsidRDefault="008A70DE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Formato numeri</w:t>
      </w:r>
    </w:p>
    <w:p w14:paraId="69F38C0F" w14:textId="7BD65F9F" w:rsidR="008A70DE" w:rsidRDefault="008A70DE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Carattere e allineamento (</w:t>
      </w:r>
      <w:r w:rsidRPr="008A70DE">
        <w:rPr>
          <w:i/>
          <w:iCs/>
          <w:lang w:val="it-IT"/>
        </w:rPr>
        <w:t>videolezione 23</w:t>
      </w:r>
      <w:r>
        <w:rPr>
          <w:lang w:val="it-IT"/>
        </w:rPr>
        <w:t>)</w:t>
      </w:r>
    </w:p>
    <w:p w14:paraId="1148317D" w14:textId="00E2A401" w:rsidR="008A70DE" w:rsidRDefault="008A70DE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Bordi (</w:t>
      </w:r>
      <w:r w:rsidRPr="008A70DE">
        <w:rPr>
          <w:i/>
          <w:iCs/>
          <w:lang w:val="it-IT"/>
        </w:rPr>
        <w:t>videolezione 23</w:t>
      </w:r>
      <w:r>
        <w:rPr>
          <w:lang w:val="it-IT"/>
        </w:rPr>
        <w:t>)</w:t>
      </w:r>
    </w:p>
    <w:p w14:paraId="0A4092A2" w14:textId="2903394A" w:rsidR="008A70DE" w:rsidRDefault="008A70DE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Unisci celle (</w:t>
      </w:r>
      <w:r w:rsidRPr="008A70DE">
        <w:rPr>
          <w:i/>
          <w:iCs/>
          <w:lang w:val="it-IT"/>
        </w:rPr>
        <w:t>videolezione 23</w:t>
      </w:r>
      <w:r>
        <w:rPr>
          <w:lang w:val="it-IT"/>
        </w:rPr>
        <w:t>)</w:t>
      </w:r>
    </w:p>
    <w:p w14:paraId="04A79C85" w14:textId="20194807" w:rsidR="008A70DE" w:rsidRDefault="008A70DE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Copia formato (</w:t>
      </w:r>
      <w:r w:rsidRPr="008A70DE">
        <w:rPr>
          <w:i/>
          <w:iCs/>
          <w:lang w:val="it-IT"/>
        </w:rPr>
        <w:t>videolezione 23</w:t>
      </w:r>
      <w:r>
        <w:rPr>
          <w:lang w:val="it-IT"/>
        </w:rPr>
        <w:t>)</w:t>
      </w:r>
    </w:p>
    <w:p w14:paraId="74D57311" w14:textId="5CE460B0" w:rsidR="00E91736" w:rsidRDefault="00E91736" w:rsidP="008A70DE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Menu Formato celle (CTRL + 1) (</w:t>
      </w:r>
      <w:r w:rsidRPr="00E91736">
        <w:rPr>
          <w:i/>
          <w:iCs/>
          <w:lang w:val="it-IT"/>
        </w:rPr>
        <w:t>videolezione 24</w:t>
      </w:r>
      <w:r>
        <w:rPr>
          <w:lang w:val="it-IT"/>
        </w:rPr>
        <w:t>)</w:t>
      </w:r>
    </w:p>
    <w:p w14:paraId="3F37D13B" w14:textId="0E4A0B04" w:rsidR="00BF5C57" w:rsidRDefault="008B26FC" w:rsidP="00BF5C57">
      <w:pPr>
        <w:pStyle w:val="Paragrafoelenco"/>
        <w:numPr>
          <w:ilvl w:val="0"/>
          <w:numId w:val="10"/>
        </w:numPr>
        <w:rPr>
          <w:lang w:val="it-IT"/>
        </w:rPr>
      </w:pPr>
      <w:r>
        <w:rPr>
          <w:lang w:val="it-IT"/>
        </w:rPr>
        <w:t>Visualizzazione</w:t>
      </w:r>
    </w:p>
    <w:p w14:paraId="76FD9857" w14:textId="70610FDE" w:rsidR="008B26FC" w:rsidRDefault="00BF17BD" w:rsidP="008B26FC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Comandi visualizzazione e zoom + Menu Visualizza</w:t>
      </w:r>
    </w:p>
    <w:p w14:paraId="6BCC956D" w14:textId="3036A6FF" w:rsidR="00BF17BD" w:rsidRDefault="00BF17BD" w:rsidP="008B26FC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Blocca riquadri</w:t>
      </w:r>
    </w:p>
    <w:p w14:paraId="0688BDA2" w14:textId="09A83795" w:rsidR="008B26FC" w:rsidRDefault="008B26FC" w:rsidP="00BF5C57">
      <w:pPr>
        <w:pStyle w:val="Paragrafoelenco"/>
        <w:numPr>
          <w:ilvl w:val="0"/>
          <w:numId w:val="10"/>
        </w:numPr>
        <w:rPr>
          <w:lang w:val="it-IT"/>
        </w:rPr>
      </w:pPr>
      <w:r>
        <w:rPr>
          <w:lang w:val="it-IT"/>
        </w:rPr>
        <w:t>Stampa</w:t>
      </w:r>
    </w:p>
    <w:p w14:paraId="356E30A0" w14:textId="3146898A" w:rsidR="00262ED9" w:rsidRDefault="00262ED9" w:rsidP="008B26FC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Imposta pagina (margini, orientamento, dimensioni)</w:t>
      </w:r>
    </w:p>
    <w:p w14:paraId="558E0231" w14:textId="1276273C" w:rsidR="00262ED9" w:rsidRDefault="00262ED9" w:rsidP="008B26FC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Area di stampa e stampa titoli</w:t>
      </w:r>
    </w:p>
    <w:p w14:paraId="7CBA1C01" w14:textId="30FA08DF" w:rsidR="00262ED9" w:rsidRDefault="00262ED9" w:rsidP="008B26FC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Comandi di stampa (es. scala)</w:t>
      </w:r>
    </w:p>
    <w:p w14:paraId="60AFE3E8" w14:textId="73379CDA" w:rsidR="008B26FC" w:rsidRPr="00FF2905" w:rsidRDefault="00D30EC3" w:rsidP="008B26FC">
      <w:pPr>
        <w:pStyle w:val="Paragrafoelenco"/>
        <w:numPr>
          <w:ilvl w:val="1"/>
          <w:numId w:val="10"/>
        </w:numPr>
        <w:rPr>
          <w:lang w:val="it-IT"/>
        </w:rPr>
      </w:pPr>
      <w:r w:rsidRPr="00FF2905">
        <w:rPr>
          <w:lang w:val="it-IT"/>
        </w:rPr>
        <w:t>Esercizio</w:t>
      </w:r>
      <w:r w:rsidR="00FF2905">
        <w:rPr>
          <w:lang w:val="it-IT"/>
        </w:rPr>
        <w:t xml:space="preserve"> </w:t>
      </w:r>
      <w:r w:rsidR="0063603C" w:rsidRPr="00FF2905">
        <w:rPr>
          <w:lang w:val="it-IT"/>
        </w:rPr>
        <w:t>(</w:t>
      </w:r>
      <w:r w:rsidR="0063603C" w:rsidRPr="00FF2905">
        <w:rPr>
          <w:i/>
          <w:iCs/>
          <w:lang w:val="it-IT"/>
        </w:rPr>
        <w:t>videolezione 2</w:t>
      </w:r>
      <w:r w:rsidR="00FF2905">
        <w:rPr>
          <w:i/>
          <w:iCs/>
          <w:lang w:val="it-IT"/>
        </w:rPr>
        <w:t>7, videolezione 28</w:t>
      </w:r>
      <w:r w:rsidR="0063603C" w:rsidRPr="00FF2905">
        <w:rPr>
          <w:lang w:val="it-IT"/>
        </w:rPr>
        <w:t>)</w:t>
      </w:r>
    </w:p>
    <w:p w14:paraId="0F274F4E" w14:textId="50F5B820" w:rsidR="008A70DE" w:rsidRDefault="008A70DE" w:rsidP="008A70DE">
      <w:pPr>
        <w:pStyle w:val="Paragrafoelenco"/>
        <w:numPr>
          <w:ilvl w:val="0"/>
          <w:numId w:val="10"/>
        </w:numPr>
        <w:rPr>
          <w:lang w:val="it-IT"/>
        </w:rPr>
      </w:pPr>
      <w:r>
        <w:rPr>
          <w:lang w:val="it-IT"/>
        </w:rPr>
        <w:t>Lavorare con i dati</w:t>
      </w:r>
    </w:p>
    <w:p w14:paraId="6DAFE82C" w14:textId="77777777" w:rsidR="00BF5C57" w:rsidRPr="009A553A" w:rsidRDefault="00BF5C57" w:rsidP="00BF5C57">
      <w:pPr>
        <w:pStyle w:val="Paragrafoelenco"/>
        <w:numPr>
          <w:ilvl w:val="1"/>
          <w:numId w:val="10"/>
        </w:numPr>
        <w:rPr>
          <w:lang w:val="it-IT"/>
        </w:rPr>
      </w:pPr>
      <w:r w:rsidRPr="009A553A">
        <w:rPr>
          <w:lang w:val="it-IT"/>
        </w:rPr>
        <w:t>Trova e sostituisci</w:t>
      </w:r>
    </w:p>
    <w:p w14:paraId="32DEF526" w14:textId="0C0B823A" w:rsidR="009A553A" w:rsidRPr="009A553A" w:rsidRDefault="009A553A" w:rsidP="009A553A">
      <w:pPr>
        <w:pStyle w:val="Paragrafoelenco"/>
        <w:numPr>
          <w:ilvl w:val="1"/>
          <w:numId w:val="10"/>
        </w:numPr>
        <w:rPr>
          <w:lang w:val="it-IT"/>
        </w:rPr>
      </w:pPr>
      <w:r w:rsidRPr="009A553A">
        <w:rPr>
          <w:lang w:val="it-IT"/>
        </w:rPr>
        <w:t>Utilizzo dei filtri</w:t>
      </w:r>
      <w:r>
        <w:rPr>
          <w:lang w:val="it-IT"/>
        </w:rPr>
        <w:t xml:space="preserve"> (</w:t>
      </w:r>
      <w:r w:rsidRPr="009A553A">
        <w:rPr>
          <w:i/>
          <w:iCs/>
          <w:lang w:val="it-IT"/>
        </w:rPr>
        <w:t>videolezione 83</w:t>
      </w:r>
      <w:r>
        <w:rPr>
          <w:lang w:val="it-IT"/>
        </w:rPr>
        <w:t>)</w:t>
      </w:r>
    </w:p>
    <w:p w14:paraId="06C43B04" w14:textId="102E32F3" w:rsidR="009A553A" w:rsidRPr="009A553A" w:rsidRDefault="009A553A" w:rsidP="009A553A">
      <w:pPr>
        <w:pStyle w:val="Paragrafoelenco"/>
        <w:numPr>
          <w:ilvl w:val="1"/>
          <w:numId w:val="10"/>
        </w:numPr>
        <w:rPr>
          <w:lang w:val="it-IT"/>
        </w:rPr>
      </w:pPr>
      <w:r w:rsidRPr="009A553A">
        <w:rPr>
          <w:lang w:val="it-IT"/>
        </w:rPr>
        <w:t>Formattazione condizionale</w:t>
      </w:r>
      <w:r w:rsidR="00DF75AC">
        <w:rPr>
          <w:lang w:val="it-IT"/>
        </w:rPr>
        <w:t xml:space="preserve"> (</w:t>
      </w:r>
      <w:r w:rsidR="00DF75AC" w:rsidRPr="00DF75AC">
        <w:rPr>
          <w:i/>
          <w:iCs/>
          <w:lang w:val="it-IT"/>
        </w:rPr>
        <w:t>videolezione 158</w:t>
      </w:r>
      <w:r w:rsidR="00DF75AC">
        <w:rPr>
          <w:lang w:val="it-IT"/>
        </w:rPr>
        <w:t>)</w:t>
      </w:r>
    </w:p>
    <w:p w14:paraId="6DA016D0" w14:textId="5A735134" w:rsidR="009A553A" w:rsidRDefault="00E029B9" w:rsidP="009A553A">
      <w:pPr>
        <w:pStyle w:val="Paragrafoelenco"/>
        <w:numPr>
          <w:ilvl w:val="1"/>
          <w:numId w:val="10"/>
        </w:numPr>
        <w:rPr>
          <w:lang w:val="it-IT"/>
        </w:rPr>
      </w:pPr>
      <w:r>
        <w:rPr>
          <w:lang w:val="it-IT"/>
        </w:rPr>
        <w:t>Struttura</w:t>
      </w:r>
    </w:p>
    <w:p w14:paraId="1B9C7EF9" w14:textId="649EE30E" w:rsidR="00E029B9" w:rsidRDefault="00E029B9" w:rsidP="00E029B9">
      <w:pPr>
        <w:pStyle w:val="Paragrafoelenco"/>
        <w:numPr>
          <w:ilvl w:val="2"/>
          <w:numId w:val="10"/>
        </w:numPr>
        <w:rPr>
          <w:lang w:val="it-IT"/>
        </w:rPr>
      </w:pPr>
      <w:r>
        <w:rPr>
          <w:lang w:val="it-IT"/>
        </w:rPr>
        <w:t>Raggruppare i dati</w:t>
      </w:r>
    </w:p>
    <w:p w14:paraId="57484813" w14:textId="523C364E" w:rsidR="00E029B9" w:rsidRPr="008A70DE" w:rsidRDefault="00E029B9" w:rsidP="00E029B9">
      <w:pPr>
        <w:pStyle w:val="Paragrafoelenco"/>
        <w:numPr>
          <w:ilvl w:val="2"/>
          <w:numId w:val="10"/>
        </w:numPr>
        <w:rPr>
          <w:lang w:val="it-IT"/>
        </w:rPr>
      </w:pPr>
      <w:r>
        <w:rPr>
          <w:lang w:val="it-IT"/>
        </w:rPr>
        <w:t>Subtotali</w:t>
      </w:r>
    </w:p>
    <w:p w14:paraId="064F0D3D" w14:textId="44980824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4</w:t>
      </w:r>
      <w:r w:rsidR="00E471E8">
        <w:rPr>
          <w:lang w:val="it-IT"/>
        </w:rPr>
        <w:t>: Grafici</w:t>
      </w:r>
    </w:p>
    <w:p w14:paraId="20AE617E" w14:textId="049F0BD0" w:rsidR="00DE1BF4" w:rsidRDefault="00971536">
      <w:pPr>
        <w:pStyle w:val="Paragrafoelenco"/>
        <w:numPr>
          <w:ilvl w:val="0"/>
          <w:numId w:val="4"/>
        </w:numPr>
        <w:rPr>
          <w:lang w:val="it-IT"/>
        </w:rPr>
      </w:pPr>
      <w:r w:rsidRPr="00752030">
        <w:rPr>
          <w:lang w:val="it-IT"/>
        </w:rPr>
        <w:t>Grafici: introduzione e grafici base</w:t>
      </w:r>
    </w:p>
    <w:p w14:paraId="4C8BCA99" w14:textId="3D585832" w:rsidR="00E20A5A" w:rsidRDefault="00E20A5A" w:rsidP="00E20A5A">
      <w:pPr>
        <w:pStyle w:val="Titolo3"/>
        <w:rPr>
          <w:lang w:val="it-IT"/>
        </w:rPr>
      </w:pPr>
      <w:r>
        <w:rPr>
          <w:lang w:val="it-IT"/>
        </w:rPr>
        <w:lastRenderedPageBreak/>
        <w:t>Contenuti di dettaglio</w:t>
      </w:r>
    </w:p>
    <w:p w14:paraId="01492E60" w14:textId="4E6CB852" w:rsidR="00E20A5A" w:rsidRDefault="00067586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>Inserire un grafico</w:t>
      </w:r>
      <w:r w:rsidR="0068225F">
        <w:rPr>
          <w:lang w:val="it-IT"/>
        </w:rPr>
        <w:t xml:space="preserve"> (</w:t>
      </w:r>
      <w:r w:rsidR="0068225F" w:rsidRPr="0068225F">
        <w:rPr>
          <w:i/>
          <w:iCs/>
          <w:lang w:val="it-IT"/>
        </w:rPr>
        <w:t>videolezione 72</w:t>
      </w:r>
      <w:r w:rsidR="0068225F">
        <w:rPr>
          <w:lang w:val="it-IT"/>
        </w:rPr>
        <w:t>)</w:t>
      </w:r>
    </w:p>
    <w:p w14:paraId="4FE087D0" w14:textId="589B3FED" w:rsidR="0068225F" w:rsidRDefault="0068225F" w:rsidP="0068225F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Cosa serve: tabella dati</w:t>
      </w:r>
    </w:p>
    <w:p w14:paraId="248ACCDA" w14:textId="10BCA0F5" w:rsidR="0068225F" w:rsidRDefault="0068225F" w:rsidP="0068225F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Grafici consigliati</w:t>
      </w:r>
    </w:p>
    <w:p w14:paraId="2310C692" w14:textId="1B292EB8" w:rsidR="003B5762" w:rsidRDefault="003B5762" w:rsidP="0068225F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Esercizio:</w:t>
      </w:r>
    </w:p>
    <w:p w14:paraId="7F2D4A2C" w14:textId="6B861919" w:rsidR="003B5762" w:rsidRDefault="003B5762" w:rsidP="003B5762">
      <w:pPr>
        <w:pStyle w:val="Paragrafoelenco"/>
        <w:numPr>
          <w:ilvl w:val="2"/>
          <w:numId w:val="4"/>
        </w:numPr>
        <w:rPr>
          <w:lang w:val="it-IT"/>
        </w:rPr>
      </w:pPr>
      <w:r>
        <w:rPr>
          <w:lang w:val="it-IT"/>
        </w:rPr>
        <w:t>Inserire un grafico a barre per il fatturato</w:t>
      </w:r>
    </w:p>
    <w:p w14:paraId="7EE1564D" w14:textId="3DF3AD14" w:rsidR="003B5762" w:rsidRDefault="003B5762" w:rsidP="003B5762">
      <w:pPr>
        <w:pStyle w:val="Paragrafoelenco"/>
        <w:numPr>
          <w:ilvl w:val="2"/>
          <w:numId w:val="4"/>
        </w:numPr>
        <w:rPr>
          <w:lang w:val="it-IT"/>
        </w:rPr>
      </w:pPr>
      <w:r>
        <w:rPr>
          <w:lang w:val="it-IT"/>
        </w:rPr>
        <w:t>Inserire un grafico a linee per l’obiettivo</w:t>
      </w:r>
    </w:p>
    <w:p w14:paraId="0D408788" w14:textId="66A2003A" w:rsidR="00067586" w:rsidRDefault="00067586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>Proprietà dei grafici</w:t>
      </w:r>
      <w:r w:rsidR="003B5762">
        <w:rPr>
          <w:lang w:val="it-IT"/>
        </w:rPr>
        <w:t xml:space="preserve"> (</w:t>
      </w:r>
      <w:r w:rsidR="003B5762" w:rsidRPr="003B5762">
        <w:rPr>
          <w:i/>
          <w:iCs/>
          <w:lang w:val="it-IT"/>
        </w:rPr>
        <w:t>videolezione 73</w:t>
      </w:r>
      <w:r w:rsidR="003B5762">
        <w:rPr>
          <w:lang w:val="it-IT"/>
        </w:rPr>
        <w:t>)</w:t>
      </w:r>
    </w:p>
    <w:p w14:paraId="4E7EF84A" w14:textId="6188739B" w:rsidR="003B5762" w:rsidRDefault="003B5762" w:rsidP="003B5762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Menu</w:t>
      </w:r>
    </w:p>
    <w:p w14:paraId="743CC3C9" w14:textId="7B042C2B" w:rsidR="003B5762" w:rsidRDefault="003B5762" w:rsidP="003B5762">
      <w:pPr>
        <w:pStyle w:val="Paragrafoelenco"/>
        <w:numPr>
          <w:ilvl w:val="2"/>
          <w:numId w:val="4"/>
        </w:numPr>
        <w:rPr>
          <w:lang w:val="it-IT"/>
        </w:rPr>
      </w:pPr>
      <w:r>
        <w:rPr>
          <w:lang w:val="it-IT"/>
        </w:rPr>
        <w:t>Menu Progettazione</w:t>
      </w:r>
    </w:p>
    <w:p w14:paraId="53F5BBB1" w14:textId="1614C312" w:rsidR="003B5762" w:rsidRDefault="003B5762" w:rsidP="003B5762">
      <w:pPr>
        <w:pStyle w:val="Paragrafoelenco"/>
        <w:numPr>
          <w:ilvl w:val="2"/>
          <w:numId w:val="4"/>
        </w:numPr>
        <w:rPr>
          <w:lang w:val="it-IT"/>
        </w:rPr>
      </w:pPr>
      <w:r>
        <w:rPr>
          <w:lang w:val="it-IT"/>
        </w:rPr>
        <w:t>Menu Formato</w:t>
      </w:r>
    </w:p>
    <w:p w14:paraId="4B1E4804" w14:textId="2B593D32" w:rsidR="003B5762" w:rsidRDefault="003B5762" w:rsidP="003B5762">
      <w:pPr>
        <w:pStyle w:val="Paragrafoelenco"/>
        <w:numPr>
          <w:ilvl w:val="3"/>
          <w:numId w:val="4"/>
        </w:numPr>
        <w:rPr>
          <w:lang w:val="it-IT"/>
        </w:rPr>
      </w:pPr>
      <w:r>
        <w:rPr>
          <w:lang w:val="it-IT"/>
        </w:rPr>
        <w:t>Attenzione: è contestuale (si riferisci all’elemento del grafico selezionato)</w:t>
      </w:r>
    </w:p>
    <w:p w14:paraId="0FED6A4A" w14:textId="77777777" w:rsidR="00214690" w:rsidRDefault="00214690" w:rsidP="003B5762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Formato (CTRL + 1)</w:t>
      </w:r>
    </w:p>
    <w:p w14:paraId="5F24BE99" w14:textId="63E2D40A" w:rsidR="003B5762" w:rsidRDefault="003B5762" w:rsidP="003B5762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Elementi del grafico</w:t>
      </w:r>
    </w:p>
    <w:p w14:paraId="29990F2F" w14:textId="541DFB56" w:rsidR="003B5762" w:rsidRDefault="003B5762" w:rsidP="003B5762">
      <w:pPr>
        <w:pStyle w:val="Paragrafoelenco"/>
        <w:numPr>
          <w:ilvl w:val="1"/>
          <w:numId w:val="4"/>
        </w:numPr>
        <w:rPr>
          <w:lang w:val="it-IT"/>
        </w:rPr>
      </w:pPr>
      <w:r>
        <w:rPr>
          <w:lang w:val="it-IT"/>
        </w:rPr>
        <w:t>Inverti righe/colonne</w:t>
      </w:r>
    </w:p>
    <w:p w14:paraId="633F04AF" w14:textId="5378FF31" w:rsidR="003B5762" w:rsidRPr="00214690" w:rsidRDefault="003B5762" w:rsidP="003B5762">
      <w:pPr>
        <w:pStyle w:val="Paragrafoelenco"/>
        <w:numPr>
          <w:ilvl w:val="1"/>
          <w:numId w:val="4"/>
        </w:numPr>
        <w:rPr>
          <w:lang w:val="it-IT"/>
        </w:rPr>
      </w:pPr>
      <w:r w:rsidRPr="00214690">
        <w:rPr>
          <w:lang w:val="it-IT"/>
        </w:rPr>
        <w:t>Sposta grafico</w:t>
      </w:r>
    </w:p>
    <w:p w14:paraId="7AE939CD" w14:textId="673A3369" w:rsidR="00067586" w:rsidRDefault="003B5762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>Grafici combinati (</w:t>
      </w:r>
      <w:r w:rsidRPr="003B5762">
        <w:rPr>
          <w:i/>
          <w:iCs/>
          <w:lang w:val="it-IT"/>
        </w:rPr>
        <w:t>videolezione 74</w:t>
      </w:r>
      <w:r>
        <w:rPr>
          <w:lang w:val="it-IT"/>
        </w:rPr>
        <w:t>)</w:t>
      </w:r>
    </w:p>
    <w:p w14:paraId="44FD365B" w14:textId="538FE111" w:rsidR="003B5762" w:rsidRDefault="003B5762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>Grafici a doppio asse (</w:t>
      </w:r>
      <w:r w:rsidRPr="003B5762">
        <w:rPr>
          <w:i/>
          <w:iCs/>
          <w:lang w:val="it-IT"/>
        </w:rPr>
        <w:t>videolezione 75</w:t>
      </w:r>
      <w:r>
        <w:rPr>
          <w:lang w:val="it-IT"/>
        </w:rPr>
        <w:t>)</w:t>
      </w:r>
    </w:p>
    <w:p w14:paraId="74BCBEEE" w14:textId="0AACE4A5" w:rsidR="00E67B40" w:rsidRDefault="00E67B40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Grafici </w:t>
      </w:r>
      <w:proofErr w:type="spellStart"/>
      <w:r>
        <w:rPr>
          <w:lang w:val="it-IT"/>
        </w:rPr>
        <w:t>sparkline</w:t>
      </w:r>
      <w:proofErr w:type="spellEnd"/>
    </w:p>
    <w:p w14:paraId="28835135" w14:textId="14DEBA07" w:rsidR="00E67B40" w:rsidRPr="00067586" w:rsidRDefault="00E67B40" w:rsidP="00067586">
      <w:pPr>
        <w:pStyle w:val="Paragrafoelenco"/>
        <w:numPr>
          <w:ilvl w:val="0"/>
          <w:numId w:val="4"/>
        </w:numPr>
        <w:rPr>
          <w:lang w:val="it-IT"/>
        </w:rPr>
      </w:pPr>
      <w:r>
        <w:rPr>
          <w:lang w:val="it-IT"/>
        </w:rPr>
        <w:t>Esercizio</w:t>
      </w:r>
    </w:p>
    <w:p w14:paraId="4C3C7A05" w14:textId="6A986EE6" w:rsidR="00DE1BF4" w:rsidRDefault="00DE1BF4" w:rsidP="00DE1BF4">
      <w:pPr>
        <w:pStyle w:val="Titolo1"/>
        <w:rPr>
          <w:lang w:val="it-IT"/>
        </w:rPr>
      </w:pPr>
      <w:r>
        <w:rPr>
          <w:lang w:val="it-IT"/>
        </w:rPr>
        <w:t>Corso Excel AVANZATO</w:t>
      </w:r>
    </w:p>
    <w:p w14:paraId="281E7993" w14:textId="798498D5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1</w:t>
      </w:r>
      <w:r w:rsidR="00E471E8">
        <w:rPr>
          <w:lang w:val="it-IT"/>
        </w:rPr>
        <w:t>: Formule complesse</w:t>
      </w:r>
    </w:p>
    <w:p w14:paraId="1B7C36ED" w14:textId="3D36C164" w:rsidR="00971536" w:rsidRPr="00752030" w:rsidRDefault="00971536">
      <w:pPr>
        <w:pStyle w:val="Paragrafoelenco"/>
        <w:numPr>
          <w:ilvl w:val="0"/>
          <w:numId w:val="4"/>
        </w:numPr>
        <w:rPr>
          <w:lang w:val="it-IT"/>
        </w:rPr>
      </w:pPr>
      <w:r w:rsidRPr="00752030">
        <w:rPr>
          <w:lang w:val="it-IT"/>
        </w:rPr>
        <w:t xml:space="preserve">Formule complesse (es. CONTA.PIU.SE, SOMMA.PIU.SE, </w:t>
      </w:r>
      <w:proofErr w:type="gramStart"/>
      <w:r w:rsidRPr="00752030">
        <w:rPr>
          <w:lang w:val="it-IT"/>
        </w:rPr>
        <w:t>MATR.SOMMA.PRODOTTO</w:t>
      </w:r>
      <w:proofErr w:type="gramEnd"/>
      <w:r w:rsidRPr="00752030">
        <w:rPr>
          <w:lang w:val="it-IT"/>
        </w:rPr>
        <w:t>, SUBTOTALE)</w:t>
      </w:r>
    </w:p>
    <w:p w14:paraId="0753E743" w14:textId="138AF1FC" w:rsidR="00971536" w:rsidRPr="00752030" w:rsidRDefault="00971536">
      <w:pPr>
        <w:pStyle w:val="Paragrafoelenco"/>
        <w:numPr>
          <w:ilvl w:val="0"/>
          <w:numId w:val="4"/>
        </w:numPr>
        <w:rPr>
          <w:lang w:val="it-IT"/>
        </w:rPr>
      </w:pPr>
      <w:r w:rsidRPr="00752030">
        <w:rPr>
          <w:lang w:val="it-IT"/>
        </w:rPr>
        <w:t>Formule e operazioni con date e ore</w:t>
      </w:r>
    </w:p>
    <w:p w14:paraId="342ACE26" w14:textId="33E6394D" w:rsidR="00DE1BF4" w:rsidRDefault="00971536">
      <w:pPr>
        <w:pStyle w:val="Paragrafoelenco"/>
        <w:numPr>
          <w:ilvl w:val="0"/>
          <w:numId w:val="4"/>
        </w:numPr>
        <w:rPr>
          <w:lang w:val="it-IT"/>
        </w:rPr>
      </w:pPr>
      <w:r w:rsidRPr="00752030">
        <w:rPr>
          <w:lang w:val="it-IT"/>
        </w:rPr>
        <w:t>Formule e operazioni con il testo</w:t>
      </w:r>
    </w:p>
    <w:p w14:paraId="1F5754A7" w14:textId="77777777" w:rsidR="00887D5A" w:rsidRDefault="00887D5A" w:rsidP="00887D5A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525E38F9" w14:textId="7CDD17C6" w:rsidR="00887D5A" w:rsidRDefault="00207B2B" w:rsidP="00207B2B">
      <w:pPr>
        <w:pStyle w:val="Paragrafoelenco"/>
        <w:numPr>
          <w:ilvl w:val="0"/>
          <w:numId w:val="9"/>
        </w:numPr>
        <w:rPr>
          <w:lang w:val="it-IT"/>
        </w:rPr>
      </w:pPr>
      <w:r w:rsidRPr="00207B2B">
        <w:rPr>
          <w:lang w:val="it-IT"/>
        </w:rPr>
        <w:t>Ripasso dei concetti di base</w:t>
      </w:r>
    </w:p>
    <w:p w14:paraId="197F7735" w14:textId="77777777" w:rsidR="00207B2B" w:rsidRDefault="00207B2B" w:rsidP="00207B2B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Gli operatori (</w:t>
      </w:r>
      <w:r w:rsidRPr="0094790A">
        <w:rPr>
          <w:i/>
          <w:iCs/>
          <w:lang w:val="it-IT"/>
        </w:rPr>
        <w:t>videolezione 32</w:t>
      </w:r>
      <w:r>
        <w:rPr>
          <w:lang w:val="it-IT"/>
        </w:rPr>
        <w:t>)</w:t>
      </w:r>
    </w:p>
    <w:p w14:paraId="19187259" w14:textId="77777777" w:rsidR="00207B2B" w:rsidRDefault="00207B2B" w:rsidP="00207B2B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La logica BODMAS (</w:t>
      </w:r>
      <w:r w:rsidRPr="000B4DB4">
        <w:rPr>
          <w:i/>
          <w:iCs/>
          <w:lang w:val="it-IT"/>
        </w:rPr>
        <w:t>videolezione 33</w:t>
      </w:r>
      <w:r>
        <w:rPr>
          <w:lang w:val="it-IT"/>
        </w:rPr>
        <w:t>)</w:t>
      </w:r>
    </w:p>
    <w:p w14:paraId="59E7821E" w14:textId="77777777" w:rsidR="00207B2B" w:rsidRDefault="00207B2B" w:rsidP="00207B2B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Riferimenti relativi/assoluti/misti (</w:t>
      </w:r>
      <w:r w:rsidRPr="000B4DB4">
        <w:rPr>
          <w:i/>
          <w:iCs/>
          <w:lang w:val="it-IT"/>
        </w:rPr>
        <w:t>videolezione 34</w:t>
      </w:r>
      <w:r>
        <w:rPr>
          <w:lang w:val="it-IT"/>
        </w:rPr>
        <w:t>)</w:t>
      </w:r>
    </w:p>
    <w:p w14:paraId="0CD0A0BC" w14:textId="77777777" w:rsidR="00207B2B" w:rsidRDefault="00207B2B" w:rsidP="00207B2B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Valutare le formule (</w:t>
      </w:r>
      <w:r w:rsidRPr="00BA3E98">
        <w:rPr>
          <w:i/>
          <w:iCs/>
          <w:lang w:val="it-IT"/>
        </w:rPr>
        <w:t>videolezione 37</w:t>
      </w:r>
      <w:r>
        <w:rPr>
          <w:lang w:val="it-IT"/>
        </w:rPr>
        <w:t>)</w:t>
      </w:r>
    </w:p>
    <w:p w14:paraId="2177A52C" w14:textId="77777777" w:rsidR="00207B2B" w:rsidRDefault="00207B2B" w:rsidP="00207B2B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Esercizio (</w:t>
      </w:r>
      <w:r w:rsidRPr="00753E30">
        <w:rPr>
          <w:i/>
          <w:iCs/>
          <w:lang w:val="it-IT"/>
        </w:rPr>
        <w:t>videolezione 35, videolezione 36</w:t>
      </w:r>
      <w:r>
        <w:rPr>
          <w:lang w:val="it-IT"/>
        </w:rPr>
        <w:t>)</w:t>
      </w:r>
    </w:p>
    <w:p w14:paraId="462C51AF" w14:textId="7B86BB97" w:rsidR="009A3E21" w:rsidRDefault="009A3E21" w:rsidP="009A3E21">
      <w:pPr>
        <w:pStyle w:val="Paragrafoelenco"/>
        <w:numPr>
          <w:ilvl w:val="0"/>
          <w:numId w:val="9"/>
        </w:numPr>
        <w:rPr>
          <w:lang w:val="it-IT"/>
        </w:rPr>
      </w:pPr>
      <w:r w:rsidRPr="009A3E21">
        <w:rPr>
          <w:lang w:val="it-IT"/>
        </w:rPr>
        <w:t>Alcune funzioni complesse</w:t>
      </w:r>
    </w:p>
    <w:p w14:paraId="3AA4826F" w14:textId="55E0DC92" w:rsidR="009A3E21" w:rsidRDefault="009A3E21" w:rsidP="009A3E21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La funzione CONTA.PI</w:t>
      </w:r>
      <w:r w:rsidR="002444E3">
        <w:rPr>
          <w:lang w:val="it-IT"/>
        </w:rPr>
        <w:t>Ù</w:t>
      </w:r>
      <w:r>
        <w:rPr>
          <w:lang w:val="it-IT"/>
        </w:rPr>
        <w:t>.SE</w:t>
      </w:r>
    </w:p>
    <w:p w14:paraId="7B378961" w14:textId="1C069BDC" w:rsidR="009A3E21" w:rsidRDefault="009A3E21" w:rsidP="009A3E21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La funzione SOMMA.PI</w:t>
      </w:r>
      <w:r w:rsidR="002444E3">
        <w:rPr>
          <w:lang w:val="it-IT"/>
        </w:rPr>
        <w:t>Ù.</w:t>
      </w:r>
      <w:r>
        <w:rPr>
          <w:lang w:val="it-IT"/>
        </w:rPr>
        <w:t>SE</w:t>
      </w:r>
    </w:p>
    <w:p w14:paraId="49949FBA" w14:textId="5A478D10" w:rsidR="009A3E21" w:rsidRDefault="009A3E21" w:rsidP="009A3E21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>La funzione CERCA.VERT</w:t>
      </w:r>
      <w:r w:rsidR="00522C48">
        <w:rPr>
          <w:lang w:val="it-IT"/>
        </w:rPr>
        <w:t xml:space="preserve"> (</w:t>
      </w:r>
      <w:r w:rsidR="00522C48" w:rsidRPr="00522C48">
        <w:rPr>
          <w:i/>
          <w:iCs/>
          <w:lang w:val="it-IT"/>
        </w:rPr>
        <w:t>videolezione 51</w:t>
      </w:r>
      <w:r w:rsidR="00522C48">
        <w:rPr>
          <w:lang w:val="it-IT"/>
        </w:rPr>
        <w:t>)</w:t>
      </w:r>
    </w:p>
    <w:p w14:paraId="6DFB5F97" w14:textId="5763BB3F" w:rsidR="009A3E21" w:rsidRDefault="009A3E21" w:rsidP="009A3E21">
      <w:pPr>
        <w:pStyle w:val="Paragrafoelenco"/>
        <w:numPr>
          <w:ilvl w:val="1"/>
          <w:numId w:val="9"/>
        </w:numPr>
        <w:rPr>
          <w:lang w:val="it-IT"/>
        </w:rPr>
      </w:pPr>
      <w:r>
        <w:rPr>
          <w:lang w:val="it-IT"/>
        </w:rPr>
        <w:t xml:space="preserve">La funzione </w:t>
      </w:r>
      <w:proofErr w:type="gramStart"/>
      <w:r>
        <w:rPr>
          <w:lang w:val="it-IT"/>
        </w:rPr>
        <w:t>MATR.SOMMA.PRODOTTO</w:t>
      </w:r>
      <w:proofErr w:type="gramEnd"/>
    </w:p>
    <w:p w14:paraId="2D468895" w14:textId="53910F87" w:rsidR="009A3E21" w:rsidRPr="009A3E21" w:rsidRDefault="009A3E21" w:rsidP="009A3E21">
      <w:pPr>
        <w:pStyle w:val="Paragrafoelenco"/>
        <w:numPr>
          <w:ilvl w:val="0"/>
          <w:numId w:val="9"/>
        </w:numPr>
        <w:rPr>
          <w:lang w:val="it-IT"/>
        </w:rPr>
      </w:pPr>
      <w:r w:rsidRPr="009A3E21">
        <w:rPr>
          <w:lang w:val="it-IT"/>
        </w:rPr>
        <w:t>Operazioni con date e ore</w:t>
      </w:r>
      <w:r w:rsidR="00522C48">
        <w:rPr>
          <w:lang w:val="it-IT"/>
        </w:rPr>
        <w:t xml:space="preserve"> (</w:t>
      </w:r>
      <w:r w:rsidR="00522C48" w:rsidRPr="00522C48">
        <w:rPr>
          <w:i/>
          <w:iCs/>
          <w:lang w:val="it-IT"/>
        </w:rPr>
        <w:t xml:space="preserve">videolezione </w:t>
      </w:r>
      <w:r w:rsidR="00522C48">
        <w:rPr>
          <w:i/>
          <w:iCs/>
          <w:lang w:val="it-IT"/>
        </w:rPr>
        <w:t>9</w:t>
      </w:r>
      <w:r w:rsidR="00522C48" w:rsidRPr="00522C48">
        <w:rPr>
          <w:i/>
          <w:iCs/>
          <w:lang w:val="it-IT"/>
        </w:rPr>
        <w:t xml:space="preserve">3, videolezione </w:t>
      </w:r>
      <w:r w:rsidR="00522C48">
        <w:rPr>
          <w:i/>
          <w:iCs/>
          <w:lang w:val="it-IT"/>
        </w:rPr>
        <w:t>9</w:t>
      </w:r>
      <w:r w:rsidR="00522C48" w:rsidRPr="00522C48">
        <w:rPr>
          <w:i/>
          <w:iCs/>
          <w:lang w:val="it-IT"/>
        </w:rPr>
        <w:t>4</w:t>
      </w:r>
      <w:r w:rsidR="00522C48">
        <w:rPr>
          <w:lang w:val="it-IT"/>
        </w:rPr>
        <w:t>)</w:t>
      </w:r>
    </w:p>
    <w:p w14:paraId="25D9397F" w14:textId="6F06D13E" w:rsidR="00207B2B" w:rsidRPr="00207B2B" w:rsidRDefault="009A3E21" w:rsidP="009A3E21">
      <w:pPr>
        <w:pStyle w:val="Paragrafoelenco"/>
        <w:numPr>
          <w:ilvl w:val="0"/>
          <w:numId w:val="9"/>
        </w:numPr>
        <w:rPr>
          <w:lang w:val="it-IT"/>
        </w:rPr>
      </w:pPr>
      <w:r w:rsidRPr="009A3E21">
        <w:rPr>
          <w:lang w:val="it-IT"/>
        </w:rPr>
        <w:t>Operazioni con il testo</w:t>
      </w:r>
      <w:r w:rsidR="00522C48">
        <w:rPr>
          <w:lang w:val="it-IT"/>
        </w:rPr>
        <w:t xml:space="preserve"> (</w:t>
      </w:r>
      <w:r w:rsidR="00522C48" w:rsidRPr="00522C48">
        <w:rPr>
          <w:i/>
          <w:iCs/>
          <w:lang w:val="it-IT"/>
        </w:rPr>
        <w:t>videolezione 103, videolezione 104</w:t>
      </w:r>
      <w:r w:rsidR="00522C48">
        <w:rPr>
          <w:lang w:val="it-IT"/>
        </w:rPr>
        <w:t>)</w:t>
      </w:r>
    </w:p>
    <w:p w14:paraId="69336829" w14:textId="17A73105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2</w:t>
      </w:r>
      <w:r w:rsidR="00E471E8">
        <w:rPr>
          <w:lang w:val="it-IT"/>
        </w:rPr>
        <w:t>: Lavorare con i dati</w:t>
      </w:r>
    </w:p>
    <w:p w14:paraId="2393667A" w14:textId="1FD65D8D" w:rsidR="00971536" w:rsidRPr="00752030" w:rsidRDefault="00971536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Rimuovi duplicati</w:t>
      </w:r>
    </w:p>
    <w:p w14:paraId="68CF2A9D" w14:textId="1E66E84B" w:rsidR="00971536" w:rsidRPr="00752030" w:rsidRDefault="00971536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Testo in colonne</w:t>
      </w:r>
    </w:p>
    <w:p w14:paraId="6EA2B022" w14:textId="712A1BE5" w:rsidR="00971536" w:rsidRPr="00752030" w:rsidRDefault="00971536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Convalida dati</w:t>
      </w:r>
    </w:p>
    <w:p w14:paraId="742FDD5C" w14:textId="11A4CA3E" w:rsidR="00DE1BF4" w:rsidRDefault="00971536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Gestione nomi</w:t>
      </w:r>
    </w:p>
    <w:p w14:paraId="7F18F668" w14:textId="77777777" w:rsidR="00887D5A" w:rsidRDefault="00887D5A" w:rsidP="00887D5A">
      <w:pPr>
        <w:pStyle w:val="Titolo3"/>
        <w:rPr>
          <w:lang w:val="it-IT"/>
        </w:rPr>
      </w:pPr>
      <w:r>
        <w:rPr>
          <w:lang w:val="it-IT"/>
        </w:rPr>
        <w:lastRenderedPageBreak/>
        <w:t>Contenuti di dettaglio</w:t>
      </w:r>
    </w:p>
    <w:p w14:paraId="258006D1" w14:textId="77777777" w:rsidR="00DF75AC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>
        <w:rPr>
          <w:lang w:val="it-IT"/>
        </w:rPr>
        <w:t>Ripasso dei concetti di base:</w:t>
      </w:r>
    </w:p>
    <w:p w14:paraId="3B924E14" w14:textId="77777777" w:rsidR="00DF75AC" w:rsidRPr="009A553A" w:rsidRDefault="00DF75AC" w:rsidP="00DF75AC">
      <w:pPr>
        <w:pStyle w:val="Paragrafoelenco"/>
        <w:numPr>
          <w:ilvl w:val="1"/>
          <w:numId w:val="5"/>
        </w:numPr>
        <w:rPr>
          <w:lang w:val="it-IT"/>
        </w:rPr>
      </w:pPr>
      <w:r w:rsidRPr="009A553A">
        <w:rPr>
          <w:lang w:val="it-IT"/>
        </w:rPr>
        <w:t>Trova e sostituisci</w:t>
      </w:r>
    </w:p>
    <w:p w14:paraId="76CA1A0C" w14:textId="77777777" w:rsidR="00DF75AC" w:rsidRPr="009A553A" w:rsidRDefault="00DF75AC" w:rsidP="00DF75AC">
      <w:pPr>
        <w:pStyle w:val="Paragrafoelenco"/>
        <w:numPr>
          <w:ilvl w:val="1"/>
          <w:numId w:val="5"/>
        </w:numPr>
        <w:rPr>
          <w:lang w:val="it-IT"/>
        </w:rPr>
      </w:pPr>
      <w:r w:rsidRPr="009A553A">
        <w:rPr>
          <w:lang w:val="it-IT"/>
        </w:rPr>
        <w:t>Utilizzo dei filtri</w:t>
      </w:r>
      <w:r>
        <w:rPr>
          <w:lang w:val="it-IT"/>
        </w:rPr>
        <w:t xml:space="preserve"> (</w:t>
      </w:r>
      <w:r w:rsidRPr="009A553A">
        <w:rPr>
          <w:i/>
          <w:iCs/>
          <w:lang w:val="it-IT"/>
        </w:rPr>
        <w:t>videolezione 83</w:t>
      </w:r>
      <w:r>
        <w:rPr>
          <w:lang w:val="it-IT"/>
        </w:rPr>
        <w:t>)</w:t>
      </w:r>
    </w:p>
    <w:p w14:paraId="425634D2" w14:textId="77777777" w:rsidR="00DF75AC" w:rsidRDefault="00DF75AC" w:rsidP="00DF75AC">
      <w:pPr>
        <w:pStyle w:val="Paragrafoelenco"/>
        <w:numPr>
          <w:ilvl w:val="1"/>
          <w:numId w:val="5"/>
        </w:numPr>
        <w:rPr>
          <w:lang w:val="it-IT"/>
        </w:rPr>
      </w:pPr>
      <w:r w:rsidRPr="009A553A">
        <w:rPr>
          <w:lang w:val="it-IT"/>
        </w:rPr>
        <w:t>Formattazione condizionale</w:t>
      </w:r>
      <w:r>
        <w:rPr>
          <w:lang w:val="it-IT"/>
        </w:rPr>
        <w:t xml:space="preserve"> (</w:t>
      </w:r>
      <w:r w:rsidRPr="00DF75AC">
        <w:rPr>
          <w:i/>
          <w:iCs/>
          <w:lang w:val="it-IT"/>
        </w:rPr>
        <w:t>videolezione 158</w:t>
      </w:r>
      <w:r>
        <w:rPr>
          <w:lang w:val="it-IT"/>
        </w:rPr>
        <w:t>)</w:t>
      </w:r>
    </w:p>
    <w:p w14:paraId="667B9992" w14:textId="52A5B267" w:rsidR="00E029B9" w:rsidRDefault="00E029B9" w:rsidP="00DF75AC">
      <w:pPr>
        <w:pStyle w:val="Paragrafoelenco"/>
        <w:numPr>
          <w:ilvl w:val="1"/>
          <w:numId w:val="5"/>
        </w:numPr>
        <w:rPr>
          <w:lang w:val="it-IT"/>
        </w:rPr>
      </w:pPr>
      <w:r>
        <w:rPr>
          <w:lang w:val="it-IT"/>
        </w:rPr>
        <w:t>Struttura</w:t>
      </w:r>
    </w:p>
    <w:p w14:paraId="1EA1AAF7" w14:textId="77777777" w:rsidR="00E029B9" w:rsidRDefault="00E029B9" w:rsidP="00E029B9">
      <w:pPr>
        <w:pStyle w:val="Paragrafoelenco"/>
        <w:numPr>
          <w:ilvl w:val="2"/>
          <w:numId w:val="5"/>
        </w:numPr>
        <w:rPr>
          <w:lang w:val="it-IT"/>
        </w:rPr>
      </w:pPr>
      <w:r>
        <w:rPr>
          <w:lang w:val="it-IT"/>
        </w:rPr>
        <w:t>Raggruppare i dati</w:t>
      </w:r>
    </w:p>
    <w:p w14:paraId="32FE6D0D" w14:textId="77ED7031" w:rsidR="00E029B9" w:rsidRPr="00E029B9" w:rsidRDefault="00E029B9" w:rsidP="00E029B9">
      <w:pPr>
        <w:pStyle w:val="Paragrafoelenco"/>
        <w:numPr>
          <w:ilvl w:val="2"/>
          <w:numId w:val="5"/>
        </w:numPr>
        <w:rPr>
          <w:lang w:val="it-IT"/>
        </w:rPr>
      </w:pPr>
      <w:r w:rsidRPr="00E029B9">
        <w:rPr>
          <w:lang w:val="it-IT"/>
        </w:rPr>
        <w:t>Subtotali</w:t>
      </w:r>
    </w:p>
    <w:p w14:paraId="22883AB1" w14:textId="1ACF43FC" w:rsidR="00DF75AC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>
        <w:rPr>
          <w:lang w:val="it-IT"/>
        </w:rPr>
        <w:t>Filtri avanzati</w:t>
      </w:r>
      <w:r w:rsidR="006658B1">
        <w:rPr>
          <w:lang w:val="it-IT"/>
        </w:rPr>
        <w:t xml:space="preserve"> (</w:t>
      </w:r>
      <w:r w:rsidR="006658B1" w:rsidRPr="00522C48">
        <w:rPr>
          <w:i/>
          <w:iCs/>
          <w:lang w:val="it-IT"/>
        </w:rPr>
        <w:t>videolezione 1</w:t>
      </w:r>
      <w:r w:rsidR="006658B1">
        <w:rPr>
          <w:i/>
          <w:iCs/>
          <w:lang w:val="it-IT"/>
        </w:rPr>
        <w:t>6</w:t>
      </w:r>
      <w:r w:rsidR="006658B1" w:rsidRPr="00522C48">
        <w:rPr>
          <w:i/>
          <w:iCs/>
          <w:lang w:val="it-IT"/>
        </w:rPr>
        <w:t>3, videolezione 1</w:t>
      </w:r>
      <w:r w:rsidR="006658B1">
        <w:rPr>
          <w:i/>
          <w:iCs/>
          <w:lang w:val="it-IT"/>
        </w:rPr>
        <w:t>6</w:t>
      </w:r>
      <w:r w:rsidR="006658B1" w:rsidRPr="00522C48">
        <w:rPr>
          <w:i/>
          <w:iCs/>
          <w:lang w:val="it-IT"/>
        </w:rPr>
        <w:t>4</w:t>
      </w:r>
      <w:r w:rsidR="006658B1">
        <w:rPr>
          <w:lang w:val="it-IT"/>
        </w:rPr>
        <w:t>)</w:t>
      </w:r>
    </w:p>
    <w:p w14:paraId="75DF89F4" w14:textId="2793A92F" w:rsidR="00DF75AC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>
        <w:rPr>
          <w:lang w:val="it-IT"/>
        </w:rPr>
        <w:t>Formattazione condizionale avanzata</w:t>
      </w:r>
      <w:r w:rsidR="006A6E2A">
        <w:rPr>
          <w:lang w:val="it-IT"/>
        </w:rPr>
        <w:t xml:space="preserve"> (</w:t>
      </w:r>
      <w:r w:rsidR="006A6E2A" w:rsidRPr="00DF75AC">
        <w:rPr>
          <w:i/>
          <w:iCs/>
          <w:lang w:val="it-IT"/>
        </w:rPr>
        <w:t>videolezione 15</w:t>
      </w:r>
      <w:r w:rsidR="006A6E2A">
        <w:rPr>
          <w:i/>
          <w:iCs/>
          <w:lang w:val="it-IT"/>
        </w:rPr>
        <w:t>9</w:t>
      </w:r>
      <w:r w:rsidR="006A6E2A">
        <w:rPr>
          <w:lang w:val="it-IT"/>
        </w:rPr>
        <w:t>)</w:t>
      </w:r>
    </w:p>
    <w:p w14:paraId="7F2E67B2" w14:textId="7DCFA8B6" w:rsidR="00DF75AC" w:rsidRPr="00752030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Rimuovi duplicati</w:t>
      </w:r>
      <w:r>
        <w:rPr>
          <w:lang w:val="it-IT"/>
        </w:rPr>
        <w:t xml:space="preserve"> (</w:t>
      </w:r>
      <w:r w:rsidRPr="009A553A">
        <w:rPr>
          <w:i/>
          <w:iCs/>
          <w:lang w:val="it-IT"/>
        </w:rPr>
        <w:t>videolezione 86</w:t>
      </w:r>
      <w:r>
        <w:rPr>
          <w:lang w:val="it-IT"/>
        </w:rPr>
        <w:t>)</w:t>
      </w:r>
    </w:p>
    <w:p w14:paraId="324D159F" w14:textId="77777777" w:rsidR="00DF75AC" w:rsidRPr="00752030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Testo in colonne</w:t>
      </w:r>
    </w:p>
    <w:p w14:paraId="52433546" w14:textId="77777777" w:rsidR="00DF75AC" w:rsidRPr="00752030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Convalida dati</w:t>
      </w:r>
    </w:p>
    <w:p w14:paraId="775FA754" w14:textId="4855BF21" w:rsidR="00DF75AC" w:rsidRDefault="00DF75AC" w:rsidP="00DF75AC">
      <w:pPr>
        <w:pStyle w:val="Paragrafoelenco"/>
        <w:numPr>
          <w:ilvl w:val="0"/>
          <w:numId w:val="5"/>
        </w:numPr>
        <w:rPr>
          <w:lang w:val="it-IT"/>
        </w:rPr>
      </w:pPr>
      <w:r w:rsidRPr="00752030">
        <w:rPr>
          <w:lang w:val="it-IT"/>
        </w:rPr>
        <w:t>Gestione nomi</w:t>
      </w:r>
      <w:r w:rsidR="006A6E2A">
        <w:rPr>
          <w:lang w:val="it-IT"/>
        </w:rPr>
        <w:t xml:space="preserve"> (</w:t>
      </w:r>
      <w:r w:rsidR="006A6E2A" w:rsidRPr="006A6E2A">
        <w:rPr>
          <w:i/>
          <w:iCs/>
          <w:lang w:val="it-IT"/>
        </w:rPr>
        <w:t>videolezione 107</w:t>
      </w:r>
      <w:r w:rsidR="008020D7">
        <w:rPr>
          <w:i/>
          <w:iCs/>
          <w:lang w:val="it-IT"/>
        </w:rPr>
        <w:t>, videolezione 108, videolezione 110</w:t>
      </w:r>
      <w:r w:rsidR="006A6E2A">
        <w:rPr>
          <w:lang w:val="it-IT"/>
        </w:rPr>
        <w:t>)</w:t>
      </w:r>
    </w:p>
    <w:p w14:paraId="5D868715" w14:textId="2E576D89" w:rsidR="00887D5A" w:rsidRPr="00241D9F" w:rsidRDefault="00CF6F79" w:rsidP="00887D5A">
      <w:pPr>
        <w:pStyle w:val="Paragrafoelenco"/>
        <w:numPr>
          <w:ilvl w:val="0"/>
          <w:numId w:val="5"/>
        </w:numPr>
        <w:rPr>
          <w:lang w:val="it-IT"/>
        </w:rPr>
      </w:pPr>
      <w:r>
        <w:rPr>
          <w:lang w:val="it-IT"/>
        </w:rPr>
        <w:t>Esercizio (</w:t>
      </w:r>
      <w:r w:rsidRPr="00CF6F79">
        <w:rPr>
          <w:i/>
          <w:iCs/>
          <w:lang w:val="it-IT"/>
        </w:rPr>
        <w:t>videolezione 111</w:t>
      </w:r>
      <w:r>
        <w:rPr>
          <w:lang w:val="it-IT"/>
        </w:rPr>
        <w:t>)</w:t>
      </w:r>
    </w:p>
    <w:p w14:paraId="6B4C04E9" w14:textId="21A9DD7F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3</w:t>
      </w:r>
      <w:r w:rsidR="00E471E8">
        <w:rPr>
          <w:lang w:val="it-IT"/>
        </w:rPr>
        <w:t>: Tabelle e grafici Pivot</w:t>
      </w:r>
    </w:p>
    <w:p w14:paraId="767A6B84" w14:textId="6E73BAFB" w:rsidR="00971536" w:rsidRPr="00752030" w:rsidRDefault="00971536">
      <w:pPr>
        <w:pStyle w:val="Paragrafoelenco"/>
        <w:numPr>
          <w:ilvl w:val="0"/>
          <w:numId w:val="6"/>
        </w:numPr>
        <w:rPr>
          <w:lang w:val="it-IT"/>
        </w:rPr>
      </w:pPr>
      <w:r w:rsidRPr="00752030">
        <w:rPr>
          <w:lang w:val="it-IT"/>
        </w:rPr>
        <w:t>Tabelle Pivot</w:t>
      </w:r>
    </w:p>
    <w:p w14:paraId="5E654D76" w14:textId="6D694CD1" w:rsidR="00DE1BF4" w:rsidRDefault="00971536">
      <w:pPr>
        <w:pStyle w:val="Paragrafoelenco"/>
        <w:numPr>
          <w:ilvl w:val="0"/>
          <w:numId w:val="6"/>
        </w:numPr>
        <w:rPr>
          <w:lang w:val="it-IT"/>
        </w:rPr>
      </w:pPr>
      <w:r w:rsidRPr="00752030">
        <w:rPr>
          <w:lang w:val="it-IT"/>
        </w:rPr>
        <w:t>Grafici Pivot</w:t>
      </w:r>
    </w:p>
    <w:p w14:paraId="2DDD35ED" w14:textId="77777777" w:rsidR="00887D5A" w:rsidRDefault="00887D5A" w:rsidP="00887D5A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5DCD1DC7" w14:textId="13CCFE39" w:rsidR="00887D5A" w:rsidRDefault="00206C60" w:rsidP="00206C60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Preparare i dati</w:t>
      </w:r>
    </w:p>
    <w:p w14:paraId="00309CF7" w14:textId="1A24ED8A" w:rsidR="00206C60" w:rsidRDefault="00206C60" w:rsidP="00206C60">
      <w:pPr>
        <w:pStyle w:val="Paragrafoelenco"/>
        <w:numPr>
          <w:ilvl w:val="1"/>
          <w:numId w:val="11"/>
        </w:numPr>
      </w:pPr>
      <w:r w:rsidRPr="00206C60">
        <w:t>Vertical Table Vs.  Horizontal T</w:t>
      </w:r>
      <w:r>
        <w:t>able (</w:t>
      </w:r>
      <w:proofErr w:type="spellStart"/>
      <w:r w:rsidRPr="00206C60">
        <w:rPr>
          <w:i/>
          <w:iCs/>
        </w:rPr>
        <w:t>videolezione</w:t>
      </w:r>
      <w:proofErr w:type="spellEnd"/>
      <w:r w:rsidRPr="00206C60">
        <w:rPr>
          <w:i/>
          <w:iCs/>
        </w:rPr>
        <w:t xml:space="preserve"> 119</w:t>
      </w:r>
      <w:r>
        <w:t>)</w:t>
      </w:r>
    </w:p>
    <w:p w14:paraId="571DC5A8" w14:textId="156BF8EF" w:rsidR="00206C60" w:rsidRDefault="00206C60" w:rsidP="00206C60">
      <w:pPr>
        <w:pStyle w:val="Paragrafoelenco"/>
        <w:numPr>
          <w:ilvl w:val="1"/>
          <w:numId w:val="11"/>
        </w:numPr>
      </w:pPr>
      <w:proofErr w:type="spellStart"/>
      <w:r>
        <w:t>Formattare</w:t>
      </w:r>
      <w:proofErr w:type="spellEnd"/>
      <w:r>
        <w:t xml:space="preserve"> come </w:t>
      </w:r>
      <w:proofErr w:type="spellStart"/>
      <w:r>
        <w:t>tabella</w:t>
      </w:r>
      <w:proofErr w:type="spellEnd"/>
      <w:r>
        <w:t xml:space="preserve"> (</w:t>
      </w:r>
      <w:proofErr w:type="spellStart"/>
      <w:r w:rsidRPr="00206C60">
        <w:rPr>
          <w:i/>
          <w:iCs/>
        </w:rPr>
        <w:t>videolezione</w:t>
      </w:r>
      <w:proofErr w:type="spellEnd"/>
      <w:r w:rsidRPr="00206C60">
        <w:rPr>
          <w:i/>
          <w:iCs/>
        </w:rPr>
        <w:t xml:space="preserve"> 119</w:t>
      </w:r>
      <w:r>
        <w:t>)</w:t>
      </w:r>
    </w:p>
    <w:p w14:paraId="0F45BA11" w14:textId="46FBA9E5" w:rsidR="00206C60" w:rsidRDefault="00206C60" w:rsidP="00206C60">
      <w:pPr>
        <w:pStyle w:val="Paragrafoelenco"/>
        <w:numPr>
          <w:ilvl w:val="2"/>
          <w:numId w:val="11"/>
        </w:numPr>
      </w:pPr>
      <w:r>
        <w:t xml:space="preserve">Menu </w:t>
      </w:r>
      <w:proofErr w:type="spellStart"/>
      <w:r>
        <w:t>progettazione</w:t>
      </w:r>
      <w:proofErr w:type="spellEnd"/>
    </w:p>
    <w:p w14:paraId="400B5DB0" w14:textId="5DE2319F" w:rsidR="00206C60" w:rsidRDefault="00206C60" w:rsidP="00206C60">
      <w:pPr>
        <w:pStyle w:val="Paragrafoelenco"/>
        <w:numPr>
          <w:ilvl w:val="0"/>
          <w:numId w:val="11"/>
        </w:numPr>
      </w:pPr>
      <w:proofErr w:type="spellStart"/>
      <w:r>
        <w:t>Tabelle</w:t>
      </w:r>
      <w:proofErr w:type="spellEnd"/>
      <w:r>
        <w:t xml:space="preserve"> Pivot</w:t>
      </w:r>
    </w:p>
    <w:p w14:paraId="3073AEE1" w14:textId="248ADFCE" w:rsidR="00206C60" w:rsidRDefault="00206C60" w:rsidP="00206C60">
      <w:pPr>
        <w:pStyle w:val="Paragrafoelenco"/>
        <w:numPr>
          <w:ilvl w:val="1"/>
          <w:numId w:val="11"/>
        </w:numPr>
      </w:pPr>
      <w:proofErr w:type="spellStart"/>
      <w:r>
        <w:t>Inserisci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Pivot (</w:t>
      </w:r>
      <w:proofErr w:type="spellStart"/>
      <w:r w:rsidRPr="00206C60">
        <w:rPr>
          <w:i/>
          <w:iCs/>
        </w:rPr>
        <w:t>videolezione</w:t>
      </w:r>
      <w:proofErr w:type="spellEnd"/>
      <w:r w:rsidRPr="00206C60">
        <w:rPr>
          <w:i/>
          <w:iCs/>
        </w:rPr>
        <w:t xml:space="preserve"> 120</w:t>
      </w:r>
      <w:r>
        <w:t>)</w:t>
      </w:r>
    </w:p>
    <w:p w14:paraId="5D00AFCE" w14:textId="67767D7B" w:rsidR="00206C60" w:rsidRDefault="00206C60" w:rsidP="00206C60">
      <w:pPr>
        <w:pStyle w:val="Paragrafoelenco"/>
        <w:numPr>
          <w:ilvl w:val="1"/>
          <w:numId w:val="11"/>
        </w:numPr>
        <w:rPr>
          <w:lang w:val="it-IT"/>
        </w:rPr>
      </w:pPr>
      <w:r w:rsidRPr="00206C60">
        <w:rPr>
          <w:lang w:val="it-IT"/>
        </w:rPr>
        <w:t>Menu Campi Tabella Pivot (</w:t>
      </w:r>
      <w:r w:rsidRPr="00206C60">
        <w:rPr>
          <w:i/>
          <w:iCs/>
          <w:lang w:val="it-IT"/>
        </w:rPr>
        <w:t>videolezione 120</w:t>
      </w:r>
      <w:r>
        <w:rPr>
          <w:lang w:val="it-IT"/>
        </w:rPr>
        <w:t>)</w:t>
      </w:r>
    </w:p>
    <w:p w14:paraId="14064D47" w14:textId="4398DB28" w:rsidR="00206C60" w:rsidRDefault="00206C60" w:rsidP="00206C60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Aggiornare una Tabella Pivot</w:t>
      </w:r>
      <w:r w:rsidR="00F618E4">
        <w:rPr>
          <w:lang w:val="it-IT"/>
        </w:rPr>
        <w:t xml:space="preserve"> (</w:t>
      </w:r>
      <w:r w:rsidR="00F618E4" w:rsidRPr="00F618E4">
        <w:rPr>
          <w:i/>
          <w:iCs/>
          <w:lang w:val="it-IT"/>
        </w:rPr>
        <w:t>videolezione 121</w:t>
      </w:r>
      <w:r w:rsidR="00F618E4">
        <w:rPr>
          <w:lang w:val="it-IT"/>
        </w:rPr>
        <w:t>)</w:t>
      </w:r>
    </w:p>
    <w:p w14:paraId="0BAB7C3C" w14:textId="18309479" w:rsidR="00F618E4" w:rsidRDefault="00F618E4" w:rsidP="00206C60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Menu Analizza (</w:t>
      </w:r>
      <w:r w:rsidRPr="00F618E4">
        <w:rPr>
          <w:i/>
          <w:iCs/>
          <w:lang w:val="it-IT"/>
        </w:rPr>
        <w:t>videolezione 122</w:t>
      </w:r>
      <w:r>
        <w:rPr>
          <w:lang w:val="it-IT"/>
        </w:rPr>
        <w:t>)</w:t>
      </w:r>
    </w:p>
    <w:p w14:paraId="54143DEE" w14:textId="5B4461A5" w:rsidR="00F618E4" w:rsidRDefault="00F618E4" w:rsidP="00206C60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Menu Progettazione (</w:t>
      </w:r>
      <w:r w:rsidRPr="00F618E4">
        <w:rPr>
          <w:i/>
          <w:iCs/>
          <w:lang w:val="it-IT"/>
        </w:rPr>
        <w:t>videolezione 122</w:t>
      </w:r>
      <w:r>
        <w:rPr>
          <w:lang w:val="it-IT"/>
        </w:rPr>
        <w:t>)</w:t>
      </w:r>
    </w:p>
    <w:p w14:paraId="0EA87D91" w14:textId="00A90CA5" w:rsidR="00F618E4" w:rsidRDefault="00F618E4" w:rsidP="00206C60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Opzioni Tabella Pivot (</w:t>
      </w:r>
      <w:r w:rsidRPr="00F618E4">
        <w:rPr>
          <w:i/>
          <w:iCs/>
          <w:lang w:val="it-IT"/>
        </w:rPr>
        <w:t>videolezione 122</w:t>
      </w:r>
      <w:r>
        <w:rPr>
          <w:lang w:val="it-IT"/>
        </w:rPr>
        <w:t>)</w:t>
      </w:r>
    </w:p>
    <w:p w14:paraId="4BF5A57E" w14:textId="35FB62F9" w:rsidR="00F618E4" w:rsidRDefault="00F618E4" w:rsidP="00206C60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Filtro Dati (</w:t>
      </w:r>
      <w:r w:rsidRPr="00F618E4">
        <w:rPr>
          <w:i/>
          <w:iCs/>
          <w:lang w:val="it-IT"/>
        </w:rPr>
        <w:t>videolezione 123</w:t>
      </w:r>
      <w:r>
        <w:rPr>
          <w:lang w:val="it-IT"/>
        </w:rPr>
        <w:t>)</w:t>
      </w:r>
    </w:p>
    <w:p w14:paraId="71B0919B" w14:textId="781C81F1" w:rsidR="004A3781" w:rsidRDefault="004A3781" w:rsidP="004A3781">
      <w:pPr>
        <w:pStyle w:val="Paragrafoelenco"/>
        <w:numPr>
          <w:ilvl w:val="2"/>
          <w:numId w:val="11"/>
        </w:numPr>
        <w:rPr>
          <w:lang w:val="it-IT"/>
        </w:rPr>
      </w:pPr>
      <w:r>
        <w:rPr>
          <w:lang w:val="it-IT"/>
        </w:rPr>
        <w:t>Filtro Dati su più Tabelle Pivot (</w:t>
      </w:r>
      <w:r w:rsidRPr="004A3781">
        <w:rPr>
          <w:i/>
          <w:iCs/>
          <w:lang w:val="it-IT"/>
        </w:rPr>
        <w:t>videolezione 124</w:t>
      </w:r>
      <w:r>
        <w:rPr>
          <w:lang w:val="it-IT"/>
        </w:rPr>
        <w:t>)</w:t>
      </w:r>
    </w:p>
    <w:p w14:paraId="5CE26765" w14:textId="6242673E" w:rsidR="004A3781" w:rsidRDefault="004A3781" w:rsidP="004A3781">
      <w:pPr>
        <w:pStyle w:val="Paragrafoelenco"/>
        <w:numPr>
          <w:ilvl w:val="2"/>
          <w:numId w:val="11"/>
        </w:numPr>
        <w:rPr>
          <w:lang w:val="it-IT"/>
        </w:rPr>
      </w:pPr>
      <w:r>
        <w:rPr>
          <w:lang w:val="it-IT"/>
        </w:rPr>
        <w:t>Formattazione Filtro Dati (</w:t>
      </w:r>
      <w:r w:rsidRPr="004A3781">
        <w:rPr>
          <w:i/>
          <w:iCs/>
          <w:lang w:val="it-IT"/>
        </w:rPr>
        <w:t>videolezione 125</w:t>
      </w:r>
      <w:r>
        <w:rPr>
          <w:lang w:val="it-IT"/>
        </w:rPr>
        <w:t>)</w:t>
      </w:r>
    </w:p>
    <w:p w14:paraId="274FB5C1" w14:textId="355013B5" w:rsidR="00681FF8" w:rsidRDefault="00681FF8" w:rsidP="00681FF8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Funzione INFO.DATI.TAB.PIVOT (</w:t>
      </w:r>
      <w:r w:rsidRPr="00681FF8">
        <w:rPr>
          <w:i/>
          <w:iCs/>
          <w:lang w:val="it-IT"/>
        </w:rPr>
        <w:t>videolezione 126</w:t>
      </w:r>
      <w:r>
        <w:rPr>
          <w:lang w:val="it-IT"/>
        </w:rPr>
        <w:t>)</w:t>
      </w:r>
    </w:p>
    <w:p w14:paraId="7BAC07EC" w14:textId="3C14C700" w:rsidR="000A47EF" w:rsidRDefault="000A47EF" w:rsidP="00681FF8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Impostazioni campo valore (</w:t>
      </w:r>
      <w:r w:rsidRPr="000A47EF">
        <w:rPr>
          <w:i/>
          <w:iCs/>
          <w:lang w:val="it-IT"/>
        </w:rPr>
        <w:t>videolezione 127</w:t>
      </w:r>
      <w:r>
        <w:rPr>
          <w:lang w:val="it-IT"/>
        </w:rPr>
        <w:t>)</w:t>
      </w:r>
    </w:p>
    <w:p w14:paraId="54EFAAC4" w14:textId="7AC077BE" w:rsidR="000A47EF" w:rsidRDefault="000A47EF" w:rsidP="00681FF8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Somme incrementali (</w:t>
      </w:r>
      <w:r w:rsidRPr="000A47EF">
        <w:rPr>
          <w:i/>
          <w:iCs/>
          <w:lang w:val="it-IT"/>
        </w:rPr>
        <w:t>videolezione 128</w:t>
      </w:r>
      <w:r>
        <w:rPr>
          <w:lang w:val="it-IT"/>
        </w:rPr>
        <w:t>)</w:t>
      </w:r>
    </w:p>
    <w:p w14:paraId="2ACD9545" w14:textId="497FAF15" w:rsidR="009F795F" w:rsidRDefault="009F795F" w:rsidP="00681FF8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Raggruppare i dati (</w:t>
      </w:r>
      <w:r w:rsidRPr="009F795F">
        <w:rPr>
          <w:i/>
          <w:iCs/>
          <w:lang w:val="it-IT"/>
        </w:rPr>
        <w:t>videolezione 129</w:t>
      </w:r>
      <w:r>
        <w:rPr>
          <w:lang w:val="it-IT"/>
        </w:rPr>
        <w:t>)</w:t>
      </w:r>
    </w:p>
    <w:p w14:paraId="45836170" w14:textId="0FF6539D" w:rsidR="00815BC4" w:rsidRDefault="00815BC4" w:rsidP="00681FF8">
      <w:pPr>
        <w:pStyle w:val="Paragrafoelenco"/>
        <w:numPr>
          <w:ilvl w:val="1"/>
          <w:numId w:val="11"/>
        </w:numPr>
        <w:rPr>
          <w:lang w:val="it-IT"/>
        </w:rPr>
      </w:pPr>
      <w:r>
        <w:rPr>
          <w:lang w:val="it-IT"/>
        </w:rPr>
        <w:t>Pagine filtro rapporto (</w:t>
      </w:r>
      <w:r w:rsidRPr="00815BC4">
        <w:rPr>
          <w:i/>
          <w:iCs/>
          <w:lang w:val="it-IT"/>
        </w:rPr>
        <w:t>videolezione 132</w:t>
      </w:r>
      <w:r>
        <w:rPr>
          <w:lang w:val="it-IT"/>
        </w:rPr>
        <w:t>)</w:t>
      </w:r>
    </w:p>
    <w:p w14:paraId="58111039" w14:textId="277C609B" w:rsidR="009F795F" w:rsidRDefault="009F795F" w:rsidP="009F795F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Grafici Pivot (</w:t>
      </w:r>
      <w:r w:rsidRPr="009F795F">
        <w:rPr>
          <w:i/>
          <w:iCs/>
          <w:lang w:val="it-IT"/>
        </w:rPr>
        <w:t>videolezione 131</w:t>
      </w:r>
      <w:r>
        <w:rPr>
          <w:lang w:val="it-IT"/>
        </w:rPr>
        <w:t>)</w:t>
      </w:r>
    </w:p>
    <w:p w14:paraId="08022335" w14:textId="53D2CF9D" w:rsidR="00815BC4" w:rsidRPr="00206C60" w:rsidRDefault="00815BC4" w:rsidP="009F795F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Esercizio (</w:t>
      </w:r>
      <w:r w:rsidRPr="00815BC4">
        <w:rPr>
          <w:i/>
          <w:iCs/>
          <w:lang w:val="it-IT"/>
        </w:rPr>
        <w:t>videolezione 132</w:t>
      </w:r>
      <w:r>
        <w:rPr>
          <w:lang w:val="it-IT"/>
        </w:rPr>
        <w:t>)</w:t>
      </w:r>
    </w:p>
    <w:p w14:paraId="6F599A94" w14:textId="19C60418" w:rsidR="00DE1BF4" w:rsidRDefault="00DE1BF4" w:rsidP="00DE1BF4">
      <w:pPr>
        <w:pStyle w:val="Titolo2"/>
        <w:rPr>
          <w:lang w:val="it-IT"/>
        </w:rPr>
      </w:pPr>
      <w:r>
        <w:rPr>
          <w:lang w:val="it-IT"/>
        </w:rPr>
        <w:t>Sessione 4</w:t>
      </w:r>
      <w:r w:rsidR="00E471E8">
        <w:rPr>
          <w:lang w:val="it-IT"/>
        </w:rPr>
        <w:t>: Macro</w:t>
      </w:r>
    </w:p>
    <w:p w14:paraId="5B8C237D" w14:textId="62940E2F" w:rsidR="00DE1BF4" w:rsidRPr="00752030" w:rsidRDefault="00971536">
      <w:pPr>
        <w:pStyle w:val="Paragrafoelenco"/>
        <w:numPr>
          <w:ilvl w:val="0"/>
          <w:numId w:val="7"/>
        </w:numPr>
        <w:rPr>
          <w:lang w:val="it-IT"/>
        </w:rPr>
      </w:pPr>
      <w:r w:rsidRPr="00752030">
        <w:rPr>
          <w:lang w:val="it-IT"/>
        </w:rPr>
        <w:t>Introduzione alle Macro e al linguaggio VBA (Visual Basic for Application)</w:t>
      </w:r>
    </w:p>
    <w:p w14:paraId="710227F0" w14:textId="77777777" w:rsidR="00887D5A" w:rsidRDefault="00887D5A" w:rsidP="00887D5A">
      <w:pPr>
        <w:pStyle w:val="Titolo3"/>
        <w:rPr>
          <w:lang w:val="it-IT"/>
        </w:rPr>
      </w:pPr>
      <w:r>
        <w:rPr>
          <w:lang w:val="it-IT"/>
        </w:rPr>
        <w:t>Contenuti di dettaglio</w:t>
      </w:r>
    </w:p>
    <w:p w14:paraId="4F6A5186" w14:textId="6C37D072" w:rsidR="00DE1BF4" w:rsidRDefault="003908AA" w:rsidP="003908AA">
      <w:pPr>
        <w:pStyle w:val="Paragrafoelenco"/>
        <w:numPr>
          <w:ilvl w:val="0"/>
          <w:numId w:val="7"/>
        </w:numPr>
        <w:rPr>
          <w:lang w:val="it-IT"/>
        </w:rPr>
      </w:pPr>
      <w:r>
        <w:rPr>
          <w:lang w:val="it-IT"/>
        </w:rPr>
        <w:t>Attivazione dell’ambiente (</w:t>
      </w:r>
      <w:r w:rsidRPr="003908AA">
        <w:rPr>
          <w:i/>
          <w:iCs/>
          <w:lang w:val="it-IT"/>
        </w:rPr>
        <w:t>videolezione 197</w:t>
      </w:r>
      <w:r>
        <w:rPr>
          <w:lang w:val="it-IT"/>
        </w:rPr>
        <w:t>)</w:t>
      </w:r>
    </w:p>
    <w:p w14:paraId="484D7340" w14:textId="7D6FD135" w:rsidR="003908AA" w:rsidRDefault="003908AA" w:rsidP="003908AA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>Menu Sviluppo</w:t>
      </w:r>
    </w:p>
    <w:p w14:paraId="032B47C6" w14:textId="190667C2" w:rsidR="003908AA" w:rsidRDefault="003908AA" w:rsidP="003908AA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lastRenderedPageBreak/>
        <w:t>Icona Registrazione Macro</w:t>
      </w:r>
    </w:p>
    <w:p w14:paraId="59149401" w14:textId="4F03E1D3" w:rsidR="003E6BA0" w:rsidRDefault="003E6BA0" w:rsidP="003E6BA0">
      <w:pPr>
        <w:pStyle w:val="Paragrafoelenco"/>
        <w:numPr>
          <w:ilvl w:val="0"/>
          <w:numId w:val="7"/>
        </w:numPr>
        <w:rPr>
          <w:lang w:val="it-IT"/>
        </w:rPr>
      </w:pPr>
      <w:r>
        <w:rPr>
          <w:lang w:val="it-IT"/>
        </w:rPr>
        <w:t>Registrare una Macro</w:t>
      </w:r>
    </w:p>
    <w:p w14:paraId="58432B56" w14:textId="5B79EFFA" w:rsidR="003E6BA0" w:rsidRDefault="003E6BA0" w:rsidP="003E6BA0">
      <w:pPr>
        <w:pStyle w:val="Paragrafoelenco"/>
        <w:numPr>
          <w:ilvl w:val="0"/>
          <w:numId w:val="7"/>
        </w:numPr>
        <w:rPr>
          <w:lang w:val="it-IT"/>
        </w:rPr>
      </w:pPr>
      <w:r>
        <w:rPr>
          <w:lang w:val="it-IT"/>
        </w:rPr>
        <w:t>Richiamare una Macro</w:t>
      </w:r>
    </w:p>
    <w:p w14:paraId="2045BBFF" w14:textId="0D61D44A" w:rsidR="003E6BA0" w:rsidRDefault="003E6BA0" w:rsidP="003E6BA0">
      <w:pPr>
        <w:pStyle w:val="Paragrafoelenco"/>
        <w:numPr>
          <w:ilvl w:val="0"/>
          <w:numId w:val="7"/>
        </w:numPr>
        <w:rPr>
          <w:lang w:val="it-IT"/>
        </w:rPr>
      </w:pPr>
      <w:r>
        <w:rPr>
          <w:lang w:val="it-IT"/>
        </w:rPr>
        <w:t>Modificare una Macro</w:t>
      </w:r>
    </w:p>
    <w:p w14:paraId="626D4CD3" w14:textId="4E75FFF8" w:rsidR="003E6BA0" w:rsidRDefault="003E6BA0" w:rsidP="003E6BA0">
      <w:pPr>
        <w:pStyle w:val="Paragrafoelenco"/>
        <w:numPr>
          <w:ilvl w:val="0"/>
          <w:numId w:val="7"/>
        </w:numPr>
        <w:rPr>
          <w:lang w:val="it-IT"/>
        </w:rPr>
      </w:pPr>
      <w:r>
        <w:rPr>
          <w:lang w:val="it-IT"/>
        </w:rPr>
        <w:t>Esempi/Esercizi</w:t>
      </w:r>
    </w:p>
    <w:p w14:paraId="4BCE824F" w14:textId="197C4045" w:rsidR="003E6BA0" w:rsidRDefault="003E6BA0" w:rsidP="003E6BA0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>Rimuovi duplicati</w:t>
      </w:r>
    </w:p>
    <w:p w14:paraId="5F28E15E" w14:textId="0ACDC249" w:rsidR="003E6BA0" w:rsidRDefault="00FB2FCB" w:rsidP="003E6BA0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>Sposta</w:t>
      </w:r>
      <w:r w:rsidR="003E6BA0">
        <w:rPr>
          <w:lang w:val="it-IT"/>
        </w:rPr>
        <w:t xml:space="preserve"> tabelle in nuovi fogli</w:t>
      </w:r>
    </w:p>
    <w:p w14:paraId="005996E2" w14:textId="3F019F2B" w:rsidR="003E6BA0" w:rsidRDefault="003E6BA0" w:rsidP="003E6BA0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 xml:space="preserve">Filtra </w:t>
      </w:r>
      <w:r w:rsidR="008136FC">
        <w:rPr>
          <w:lang w:val="it-IT"/>
        </w:rPr>
        <w:t xml:space="preserve">Tabella </w:t>
      </w:r>
      <w:r>
        <w:rPr>
          <w:lang w:val="it-IT"/>
        </w:rPr>
        <w:t>Pivot</w:t>
      </w:r>
    </w:p>
    <w:p w14:paraId="48626631" w14:textId="437DAFB1" w:rsidR="00D94B0C" w:rsidRDefault="00D94B0C" w:rsidP="003E6BA0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>Formattazione condizionale</w:t>
      </w:r>
    </w:p>
    <w:p w14:paraId="0C71BFCA" w14:textId="4EA1C954" w:rsidR="003E6BA0" w:rsidRPr="003908AA" w:rsidRDefault="003E6BA0" w:rsidP="003E6BA0">
      <w:pPr>
        <w:pStyle w:val="Paragrafoelenco"/>
        <w:numPr>
          <w:ilvl w:val="1"/>
          <w:numId w:val="7"/>
        </w:numPr>
        <w:rPr>
          <w:lang w:val="it-IT"/>
        </w:rPr>
      </w:pPr>
      <w:r>
        <w:rPr>
          <w:lang w:val="it-IT"/>
        </w:rPr>
        <w:t>Foglio To</w:t>
      </w:r>
      <w:r w:rsidR="00AC743D">
        <w:rPr>
          <w:lang w:val="it-IT"/>
        </w:rPr>
        <w:t>-d</w:t>
      </w:r>
      <w:r>
        <w:rPr>
          <w:lang w:val="it-IT"/>
        </w:rPr>
        <w:t>o</w:t>
      </w:r>
    </w:p>
    <w:sectPr w:rsidR="003E6BA0" w:rsidRPr="003908A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06915" w14:textId="77777777" w:rsidR="00DC41F7" w:rsidRPr="0087713E" w:rsidRDefault="00DC41F7" w:rsidP="000C577A">
      <w:pPr>
        <w:spacing w:after="0" w:line="240" w:lineRule="auto"/>
      </w:pPr>
      <w:r w:rsidRPr="0087713E">
        <w:separator/>
      </w:r>
    </w:p>
  </w:endnote>
  <w:endnote w:type="continuationSeparator" w:id="0">
    <w:p w14:paraId="449CDC09" w14:textId="77777777" w:rsidR="00DC41F7" w:rsidRPr="0087713E" w:rsidRDefault="00DC41F7" w:rsidP="000C577A">
      <w:pPr>
        <w:spacing w:after="0" w:line="240" w:lineRule="auto"/>
      </w:pPr>
      <w:r w:rsidRPr="0087713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single" w:sz="8" w:space="0" w:color="1BA148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AE5D32" w:rsidRPr="00146277" w14:paraId="79A18FAD" w14:textId="77777777" w:rsidTr="00AE5D32">
      <w:tc>
        <w:tcPr>
          <w:tcW w:w="9628" w:type="dxa"/>
        </w:tcPr>
        <w:p w14:paraId="5B44CE0C" w14:textId="77777777" w:rsidR="00AE5D32" w:rsidRPr="00146277" w:rsidRDefault="00AE5D32" w:rsidP="001E41FC">
          <w:pPr>
            <w:pStyle w:val="Pidipagina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</w:pP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t xml:space="preserve">Pagina </w: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begin"/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instrText xml:space="preserve"> PAGE   \* MERGEFORMAT </w:instrTex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separate"/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t>1</w: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end"/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t xml:space="preserve"> di </w: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begin"/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instrText xml:space="preserve"> NUMPAGES   \* MERGEFORMAT </w:instrTex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separate"/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t>2</w:t>
          </w:r>
          <w:r w:rsidRPr="00AE5D3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it-IT"/>
            </w:rPr>
            <w:fldChar w:fldCharType="end"/>
          </w:r>
        </w:p>
      </w:tc>
    </w:tr>
  </w:tbl>
  <w:p w14:paraId="4611E093" w14:textId="77777777" w:rsidR="00752437" w:rsidRPr="00AE5D32" w:rsidRDefault="00752437" w:rsidP="00AE5D32">
    <w:pPr>
      <w:pStyle w:val="Pidipagina"/>
      <w:jc w:val="right"/>
      <w:rPr>
        <w:rFonts w:asciiTheme="majorHAnsi" w:hAnsiTheme="majorHAnsi" w:cstheme="majorHAnsi"/>
        <w:color w:val="595959" w:themeColor="text1" w:themeTint="A6"/>
        <w:sz w:val="2"/>
        <w:szCs w:val="2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AF955" w14:textId="77777777" w:rsidR="00DC41F7" w:rsidRPr="0087713E" w:rsidRDefault="00DC41F7" w:rsidP="000C577A">
      <w:pPr>
        <w:spacing w:after="0" w:line="240" w:lineRule="auto"/>
      </w:pPr>
      <w:r w:rsidRPr="0087713E">
        <w:separator/>
      </w:r>
    </w:p>
  </w:footnote>
  <w:footnote w:type="continuationSeparator" w:id="0">
    <w:p w14:paraId="0B353509" w14:textId="77777777" w:rsidR="00DC41F7" w:rsidRPr="0087713E" w:rsidRDefault="00DC41F7" w:rsidP="000C577A">
      <w:pPr>
        <w:spacing w:after="0" w:line="240" w:lineRule="auto"/>
      </w:pPr>
      <w:r w:rsidRPr="0087713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0"/>
      <w:gridCol w:w="6798"/>
    </w:tblGrid>
    <w:tr w:rsidR="00BC4360" w:rsidRPr="00BC4360" w14:paraId="59644A71" w14:textId="77777777" w:rsidTr="00AE5D32">
      <w:tc>
        <w:tcPr>
          <w:tcW w:w="2830" w:type="dxa"/>
          <w:vAlign w:val="center"/>
        </w:tcPr>
        <w:p w14:paraId="0983C835" w14:textId="77777777" w:rsidR="00BC4360" w:rsidRPr="0087713E" w:rsidRDefault="00BC4360" w:rsidP="00752437">
          <w:pPr>
            <w:pStyle w:val="Intestazione"/>
          </w:pPr>
          <w:r w:rsidRPr="0087713E">
            <w:rPr>
              <w:noProof/>
            </w:rPr>
            <w:drawing>
              <wp:inline distT="0" distB="0" distL="0" distR="0" wp14:anchorId="65EAC90E" wp14:editId="7B2FF85F">
                <wp:extent cx="1656666" cy="252000"/>
                <wp:effectExtent l="0" t="0" r="1270" b="0"/>
                <wp:docPr id="40761301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6666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8" w:type="dxa"/>
        </w:tcPr>
        <w:p w14:paraId="1FA441F1" w14:textId="25E66603" w:rsidR="00BC4360" w:rsidRPr="005C787A" w:rsidRDefault="00BC4360" w:rsidP="00BC4360">
          <w:pPr>
            <w:pStyle w:val="Titolo"/>
            <w:jc w:val="right"/>
            <w:rPr>
              <w:rFonts w:cstheme="majorHAnsi"/>
              <w:color w:val="595959" w:themeColor="text1" w:themeTint="A6"/>
              <w:sz w:val="22"/>
              <w:szCs w:val="22"/>
              <w:lang w:val="it-IT"/>
            </w:rPr>
          </w:pPr>
          <w:r w:rsidRPr="0087713E">
            <w:rPr>
              <w:rFonts w:cstheme="majorHAnsi"/>
              <w:color w:val="595959" w:themeColor="text1" w:themeTint="A6"/>
              <w:sz w:val="22"/>
              <w:szCs w:val="22"/>
            </w:rPr>
            <w:fldChar w:fldCharType="begin"/>
          </w:r>
          <w:r w:rsidRPr="005C787A">
            <w:rPr>
              <w:rFonts w:cstheme="majorHAnsi"/>
              <w:color w:val="595959" w:themeColor="text1" w:themeTint="A6"/>
              <w:sz w:val="22"/>
              <w:szCs w:val="22"/>
              <w:lang w:val="it-IT"/>
            </w:rPr>
            <w:instrText xml:space="preserve"> DOCPROPERTY  Title  \* MERGEFORMAT </w:instrText>
          </w:r>
          <w:r w:rsidRPr="0087713E">
            <w:rPr>
              <w:rFonts w:cstheme="majorHAnsi"/>
              <w:color w:val="595959" w:themeColor="text1" w:themeTint="A6"/>
              <w:sz w:val="22"/>
              <w:szCs w:val="22"/>
            </w:rPr>
            <w:fldChar w:fldCharType="separate"/>
          </w:r>
          <w:r w:rsidR="0040425A">
            <w:rPr>
              <w:rFonts w:cstheme="majorHAnsi"/>
              <w:color w:val="595959" w:themeColor="text1" w:themeTint="A6"/>
              <w:sz w:val="22"/>
              <w:szCs w:val="22"/>
              <w:lang w:val="it-IT"/>
            </w:rPr>
            <w:t>ASST Spedali Civili di Brescia | Corsi Excel</w:t>
          </w:r>
          <w:r w:rsidRPr="0087713E">
            <w:rPr>
              <w:rFonts w:cstheme="majorHAnsi"/>
              <w:color w:val="595959" w:themeColor="text1" w:themeTint="A6"/>
              <w:sz w:val="22"/>
              <w:szCs w:val="22"/>
            </w:rPr>
            <w:fldChar w:fldCharType="end"/>
          </w:r>
        </w:p>
        <w:p w14:paraId="7B82863A" w14:textId="417180D7" w:rsidR="00BC4360" w:rsidRPr="00BC4360" w:rsidRDefault="00BC4360" w:rsidP="00BC4360">
          <w:pPr>
            <w:pStyle w:val="Intestazione"/>
            <w:jc w:val="right"/>
            <w:rPr>
              <w:lang w:val="it-IT"/>
            </w:rPr>
          </w:pP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begin"/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instrText xml:space="preserve"> DOCVARIABLE  NumVersione  \* MERGEFORMAT </w:instrTex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end"/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>Version</w:t>
          </w:r>
          <w:r w:rsidR="007B2CD7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>e</w:t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 xml:space="preserve"> </w: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begin"/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instrText xml:space="preserve"> DOCPROPERTY  Versione  \* MERGEFORMAT </w:instrTex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separate"/>
          </w:r>
          <w:r w:rsidR="00AC743D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>04</w: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end"/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 xml:space="preserve"> del </w: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begin"/>
          </w:r>
          <w:r w:rsidRPr="008A5BAB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instrText xml:space="preserve"> DOCPROPERTY  "Data completamento"  \* MERGEFORMAT </w:instrTex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separate"/>
          </w:r>
          <w:r w:rsidR="00AC743D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  <w:lang w:val="it-IT"/>
            </w:rPr>
            <w:t>24/11/2024</w:t>
          </w:r>
          <w:r w:rsidRPr="0087713E">
            <w:rPr>
              <w:rFonts w:asciiTheme="majorHAnsi" w:hAnsiTheme="majorHAnsi" w:cstheme="majorHAnsi"/>
              <w:i/>
              <w:iCs/>
              <w:color w:val="595959" w:themeColor="text1" w:themeTint="A6"/>
              <w:sz w:val="18"/>
              <w:szCs w:val="18"/>
            </w:rPr>
            <w:fldChar w:fldCharType="end"/>
          </w:r>
        </w:p>
      </w:tc>
    </w:tr>
    <w:tr w:rsidR="00AE5D32" w:rsidRPr="00BC4360" w14:paraId="27AB197E" w14:textId="77777777" w:rsidTr="00AE5D32">
      <w:tc>
        <w:tcPr>
          <w:tcW w:w="2830" w:type="dxa"/>
          <w:tcBorders>
            <w:bottom w:val="single" w:sz="8" w:space="0" w:color="1BA148"/>
          </w:tcBorders>
          <w:vAlign w:val="center"/>
        </w:tcPr>
        <w:p w14:paraId="7788B620" w14:textId="77777777" w:rsidR="00AE5D32" w:rsidRPr="00AE5D32" w:rsidRDefault="00AE5D32" w:rsidP="00752437">
          <w:pPr>
            <w:pStyle w:val="Intestazione"/>
            <w:rPr>
              <w:noProof/>
              <w:sz w:val="8"/>
              <w:szCs w:val="8"/>
            </w:rPr>
          </w:pPr>
        </w:p>
      </w:tc>
      <w:tc>
        <w:tcPr>
          <w:tcW w:w="6798" w:type="dxa"/>
          <w:tcBorders>
            <w:bottom w:val="single" w:sz="8" w:space="0" w:color="1BA148"/>
          </w:tcBorders>
        </w:tcPr>
        <w:p w14:paraId="52BFEB1A" w14:textId="77777777" w:rsidR="00AE5D32" w:rsidRPr="00AE5D32" w:rsidRDefault="00AE5D32" w:rsidP="00BC4360">
          <w:pPr>
            <w:pStyle w:val="Titolo"/>
            <w:jc w:val="right"/>
            <w:rPr>
              <w:rFonts w:cstheme="majorHAnsi"/>
              <w:color w:val="595959" w:themeColor="text1" w:themeTint="A6"/>
              <w:sz w:val="8"/>
              <w:szCs w:val="8"/>
            </w:rPr>
          </w:pPr>
        </w:p>
      </w:tc>
    </w:tr>
  </w:tbl>
  <w:p w14:paraId="69FDB077" w14:textId="77777777" w:rsidR="00752437" w:rsidRPr="00BC4360" w:rsidRDefault="00752437" w:rsidP="00752437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6FD3"/>
    <w:multiLevelType w:val="hybridMultilevel"/>
    <w:tmpl w:val="8D50A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7169E"/>
    <w:multiLevelType w:val="hybridMultilevel"/>
    <w:tmpl w:val="DFA8B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B6B61"/>
    <w:multiLevelType w:val="hybridMultilevel"/>
    <w:tmpl w:val="50EAB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465D"/>
    <w:multiLevelType w:val="hybridMultilevel"/>
    <w:tmpl w:val="304C3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9636D"/>
    <w:multiLevelType w:val="hybridMultilevel"/>
    <w:tmpl w:val="4D42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7570B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0E71B95"/>
    <w:multiLevelType w:val="hybridMultilevel"/>
    <w:tmpl w:val="C0889D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E7120"/>
    <w:multiLevelType w:val="hybridMultilevel"/>
    <w:tmpl w:val="74068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D3442"/>
    <w:multiLevelType w:val="hybridMultilevel"/>
    <w:tmpl w:val="0D2484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77450"/>
    <w:multiLevelType w:val="hybridMultilevel"/>
    <w:tmpl w:val="59384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C2E78"/>
    <w:multiLevelType w:val="hybridMultilevel"/>
    <w:tmpl w:val="D9203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52234">
    <w:abstractNumId w:val="5"/>
  </w:num>
  <w:num w:numId="2" w16cid:durableId="1102646820">
    <w:abstractNumId w:val="1"/>
  </w:num>
  <w:num w:numId="3" w16cid:durableId="1006901210">
    <w:abstractNumId w:val="3"/>
  </w:num>
  <w:num w:numId="4" w16cid:durableId="386222620">
    <w:abstractNumId w:val="9"/>
  </w:num>
  <w:num w:numId="5" w16cid:durableId="1513181585">
    <w:abstractNumId w:val="10"/>
  </w:num>
  <w:num w:numId="6" w16cid:durableId="475072470">
    <w:abstractNumId w:val="8"/>
  </w:num>
  <w:num w:numId="7" w16cid:durableId="860750190">
    <w:abstractNumId w:val="0"/>
  </w:num>
  <w:num w:numId="8" w16cid:durableId="77873500">
    <w:abstractNumId w:val="2"/>
  </w:num>
  <w:num w:numId="9" w16cid:durableId="1314597792">
    <w:abstractNumId w:val="7"/>
  </w:num>
  <w:num w:numId="10" w16cid:durableId="902715365">
    <w:abstractNumId w:val="6"/>
  </w:num>
  <w:num w:numId="11" w16cid:durableId="201445060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5A"/>
    <w:rsid w:val="00030909"/>
    <w:rsid w:val="00031BD9"/>
    <w:rsid w:val="00034741"/>
    <w:rsid w:val="0004525D"/>
    <w:rsid w:val="0005556F"/>
    <w:rsid w:val="0005692C"/>
    <w:rsid w:val="00067586"/>
    <w:rsid w:val="0007088A"/>
    <w:rsid w:val="00093002"/>
    <w:rsid w:val="000A47EF"/>
    <w:rsid w:val="000A4D8C"/>
    <w:rsid w:val="000B40F5"/>
    <w:rsid w:val="000B41E5"/>
    <w:rsid w:val="000B4DB4"/>
    <w:rsid w:val="000C4456"/>
    <w:rsid w:val="000C577A"/>
    <w:rsid w:val="000D10D1"/>
    <w:rsid w:val="00100CFB"/>
    <w:rsid w:val="0014080F"/>
    <w:rsid w:val="00140838"/>
    <w:rsid w:val="00146277"/>
    <w:rsid w:val="00147B3F"/>
    <w:rsid w:val="001801E1"/>
    <w:rsid w:val="001D4E49"/>
    <w:rsid w:val="001E0949"/>
    <w:rsid w:val="001E641A"/>
    <w:rsid w:val="001F1AC8"/>
    <w:rsid w:val="00206C60"/>
    <w:rsid w:val="00207B2B"/>
    <w:rsid w:val="00212129"/>
    <w:rsid w:val="00214690"/>
    <w:rsid w:val="002277B0"/>
    <w:rsid w:val="00241D9F"/>
    <w:rsid w:val="002444E3"/>
    <w:rsid w:val="00244E71"/>
    <w:rsid w:val="00262ED9"/>
    <w:rsid w:val="00270E1D"/>
    <w:rsid w:val="00276276"/>
    <w:rsid w:val="002D3C4F"/>
    <w:rsid w:val="002E5477"/>
    <w:rsid w:val="002F660E"/>
    <w:rsid w:val="002F6D43"/>
    <w:rsid w:val="003120A9"/>
    <w:rsid w:val="003908AA"/>
    <w:rsid w:val="00392A7B"/>
    <w:rsid w:val="00392ECB"/>
    <w:rsid w:val="003A4992"/>
    <w:rsid w:val="003A66DD"/>
    <w:rsid w:val="003B1772"/>
    <w:rsid w:val="003B5762"/>
    <w:rsid w:val="003C216E"/>
    <w:rsid w:val="003D3F38"/>
    <w:rsid w:val="003E06E0"/>
    <w:rsid w:val="003E1EDC"/>
    <w:rsid w:val="003E1F5E"/>
    <w:rsid w:val="003E6BA0"/>
    <w:rsid w:val="0040425A"/>
    <w:rsid w:val="004066D7"/>
    <w:rsid w:val="00411354"/>
    <w:rsid w:val="004123D0"/>
    <w:rsid w:val="00423A8C"/>
    <w:rsid w:val="00441E6C"/>
    <w:rsid w:val="00456871"/>
    <w:rsid w:val="004809E5"/>
    <w:rsid w:val="004A3781"/>
    <w:rsid w:val="004D1785"/>
    <w:rsid w:val="004E48B3"/>
    <w:rsid w:val="00522C48"/>
    <w:rsid w:val="00523311"/>
    <w:rsid w:val="00523C91"/>
    <w:rsid w:val="00526075"/>
    <w:rsid w:val="005513AF"/>
    <w:rsid w:val="00551D71"/>
    <w:rsid w:val="00567485"/>
    <w:rsid w:val="0057028B"/>
    <w:rsid w:val="005926F1"/>
    <w:rsid w:val="005C2078"/>
    <w:rsid w:val="005C787A"/>
    <w:rsid w:val="005D656B"/>
    <w:rsid w:val="005E3CB0"/>
    <w:rsid w:val="005E4A8D"/>
    <w:rsid w:val="006155A9"/>
    <w:rsid w:val="0063603C"/>
    <w:rsid w:val="00650E02"/>
    <w:rsid w:val="00662AB2"/>
    <w:rsid w:val="006631B4"/>
    <w:rsid w:val="006658B1"/>
    <w:rsid w:val="00666A2B"/>
    <w:rsid w:val="00681173"/>
    <w:rsid w:val="00681FF8"/>
    <w:rsid w:val="0068225F"/>
    <w:rsid w:val="00691302"/>
    <w:rsid w:val="0069461C"/>
    <w:rsid w:val="006A6E2A"/>
    <w:rsid w:val="006E0990"/>
    <w:rsid w:val="007317B7"/>
    <w:rsid w:val="00733A98"/>
    <w:rsid w:val="00735D67"/>
    <w:rsid w:val="00752030"/>
    <w:rsid w:val="00752437"/>
    <w:rsid w:val="00753E30"/>
    <w:rsid w:val="007545F1"/>
    <w:rsid w:val="00757CA8"/>
    <w:rsid w:val="00760C1A"/>
    <w:rsid w:val="007634E0"/>
    <w:rsid w:val="0076737C"/>
    <w:rsid w:val="00782DAC"/>
    <w:rsid w:val="007861CD"/>
    <w:rsid w:val="00794D1A"/>
    <w:rsid w:val="007B2CD7"/>
    <w:rsid w:val="007D3809"/>
    <w:rsid w:val="008020D7"/>
    <w:rsid w:val="00803DE0"/>
    <w:rsid w:val="0080508C"/>
    <w:rsid w:val="0080751D"/>
    <w:rsid w:val="008076AC"/>
    <w:rsid w:val="008136FC"/>
    <w:rsid w:val="00815BC4"/>
    <w:rsid w:val="008504DE"/>
    <w:rsid w:val="0085121A"/>
    <w:rsid w:val="00856B71"/>
    <w:rsid w:val="00862130"/>
    <w:rsid w:val="0087713E"/>
    <w:rsid w:val="0088711B"/>
    <w:rsid w:val="00887D5A"/>
    <w:rsid w:val="008A20FE"/>
    <w:rsid w:val="008A5BAB"/>
    <w:rsid w:val="008A70DE"/>
    <w:rsid w:val="008B26FC"/>
    <w:rsid w:val="008E43BB"/>
    <w:rsid w:val="008E6C3E"/>
    <w:rsid w:val="008F57AD"/>
    <w:rsid w:val="009358C2"/>
    <w:rsid w:val="0094790A"/>
    <w:rsid w:val="0096080D"/>
    <w:rsid w:val="00971536"/>
    <w:rsid w:val="009A3E21"/>
    <w:rsid w:val="009A553A"/>
    <w:rsid w:val="009B0DB3"/>
    <w:rsid w:val="009C4BDC"/>
    <w:rsid w:val="009D5FE0"/>
    <w:rsid w:val="009E0650"/>
    <w:rsid w:val="009F795F"/>
    <w:rsid w:val="00A039E6"/>
    <w:rsid w:val="00A237C5"/>
    <w:rsid w:val="00A27B18"/>
    <w:rsid w:val="00A31609"/>
    <w:rsid w:val="00A50846"/>
    <w:rsid w:val="00A522D7"/>
    <w:rsid w:val="00A546E0"/>
    <w:rsid w:val="00A56ADF"/>
    <w:rsid w:val="00A8517F"/>
    <w:rsid w:val="00AA534D"/>
    <w:rsid w:val="00AC743D"/>
    <w:rsid w:val="00AE17E9"/>
    <w:rsid w:val="00AE1B20"/>
    <w:rsid w:val="00AE5D32"/>
    <w:rsid w:val="00AF2608"/>
    <w:rsid w:val="00AF6485"/>
    <w:rsid w:val="00B112EC"/>
    <w:rsid w:val="00B126B4"/>
    <w:rsid w:val="00B32753"/>
    <w:rsid w:val="00B34FFF"/>
    <w:rsid w:val="00B40026"/>
    <w:rsid w:val="00B80DCD"/>
    <w:rsid w:val="00B9405C"/>
    <w:rsid w:val="00BA3E98"/>
    <w:rsid w:val="00BC4360"/>
    <w:rsid w:val="00BF17BD"/>
    <w:rsid w:val="00BF3378"/>
    <w:rsid w:val="00BF5C57"/>
    <w:rsid w:val="00BF5D69"/>
    <w:rsid w:val="00C00AB0"/>
    <w:rsid w:val="00C24AD8"/>
    <w:rsid w:val="00C258CE"/>
    <w:rsid w:val="00C5031E"/>
    <w:rsid w:val="00C54340"/>
    <w:rsid w:val="00C56350"/>
    <w:rsid w:val="00C671AE"/>
    <w:rsid w:val="00C84844"/>
    <w:rsid w:val="00C9344A"/>
    <w:rsid w:val="00C94639"/>
    <w:rsid w:val="00CA62BC"/>
    <w:rsid w:val="00CB1572"/>
    <w:rsid w:val="00CB2E8F"/>
    <w:rsid w:val="00CD60B0"/>
    <w:rsid w:val="00CE3A8F"/>
    <w:rsid w:val="00CF34E3"/>
    <w:rsid w:val="00CF6F79"/>
    <w:rsid w:val="00D0322F"/>
    <w:rsid w:val="00D30EC3"/>
    <w:rsid w:val="00D4449C"/>
    <w:rsid w:val="00D545A7"/>
    <w:rsid w:val="00D576DF"/>
    <w:rsid w:val="00D61D5E"/>
    <w:rsid w:val="00D63270"/>
    <w:rsid w:val="00D737AF"/>
    <w:rsid w:val="00D94B0C"/>
    <w:rsid w:val="00DA78B2"/>
    <w:rsid w:val="00DB6F06"/>
    <w:rsid w:val="00DC41F7"/>
    <w:rsid w:val="00DC59C4"/>
    <w:rsid w:val="00DD007A"/>
    <w:rsid w:val="00DD6D7B"/>
    <w:rsid w:val="00DD76AB"/>
    <w:rsid w:val="00DE1BF4"/>
    <w:rsid w:val="00DF3080"/>
    <w:rsid w:val="00DF6B55"/>
    <w:rsid w:val="00DF75AC"/>
    <w:rsid w:val="00E029B9"/>
    <w:rsid w:val="00E20A5A"/>
    <w:rsid w:val="00E471E8"/>
    <w:rsid w:val="00E63E61"/>
    <w:rsid w:val="00E67120"/>
    <w:rsid w:val="00E67B40"/>
    <w:rsid w:val="00E74F5B"/>
    <w:rsid w:val="00E76E4A"/>
    <w:rsid w:val="00E77E73"/>
    <w:rsid w:val="00E91736"/>
    <w:rsid w:val="00E93573"/>
    <w:rsid w:val="00E95FE1"/>
    <w:rsid w:val="00EA6F95"/>
    <w:rsid w:val="00EE67D4"/>
    <w:rsid w:val="00EF7F03"/>
    <w:rsid w:val="00F2065F"/>
    <w:rsid w:val="00F23D91"/>
    <w:rsid w:val="00F464F2"/>
    <w:rsid w:val="00F618E4"/>
    <w:rsid w:val="00F62BC3"/>
    <w:rsid w:val="00F71BE5"/>
    <w:rsid w:val="00FA381B"/>
    <w:rsid w:val="00FB2FCB"/>
    <w:rsid w:val="00FF2905"/>
    <w:rsid w:val="00F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1AA4D"/>
  <w15:chartTrackingRefBased/>
  <w15:docId w15:val="{55B97B76-1B48-4EFC-9E45-56503D32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1BF4"/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E641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E641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E641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641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641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641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641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641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641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11B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1E64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64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E64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64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641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641A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641A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641A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641A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641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64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C57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77A"/>
  </w:style>
  <w:style w:type="paragraph" w:styleId="Pidipagina">
    <w:name w:val="footer"/>
    <w:basedOn w:val="Normale"/>
    <w:link w:val="PidipaginaCarattere"/>
    <w:uiPriority w:val="99"/>
    <w:unhideWhenUsed/>
    <w:rsid w:val="000C57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77A"/>
  </w:style>
  <w:style w:type="table" w:styleId="Grigliatabella">
    <w:name w:val="Table Grid"/>
    <w:basedOn w:val="Tabellanormale"/>
    <w:uiPriority w:val="39"/>
    <w:rsid w:val="00752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A20F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2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\Work\Reactive%20Solutions\Template\Reactive_Template%20DOCX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E24F7-B5D1-45A0-B6F4-829DE048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Reactive_Template DOCX.dotx</Template>
  <TotalTime>12938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ASST Spedali Civili di Brescia | Corsi Excel</vt:lpstr>
    </vt:vector>
  </TitlesOfParts>
  <Company>Reactive S.r.l.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ASST Spedali Civili di Brescia | Corsi Excel</dc:title>
  <dc:subject/>
  <dc:creator>Alberto Pozzi</dc:creator>
  <cp:keywords/>
  <dc:description/>
  <cp:lastModifiedBy>Alberto Pozzi</cp:lastModifiedBy>
  <cp:revision>25</cp:revision>
  <cp:lastPrinted>2023-12-16T16:49:00Z</cp:lastPrinted>
  <dcterms:created xsi:type="dcterms:W3CDTF">2024-10-29T10:03:00Z</dcterms:created>
  <dcterms:modified xsi:type="dcterms:W3CDTF">2024-11-24T12:35:00Z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e">
    <vt:lpwstr>04</vt:lpwstr>
  </property>
  <property fmtid="{D5CDD505-2E9C-101B-9397-08002B2CF9AE}" pid="3" name="Data completamento">
    <vt:filetime>2024-11-24T10:00:00Z</vt:filetime>
  </property>
</Properties>
</file>